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092EC" w14:textId="3ADB3271" w:rsidR="0050607F" w:rsidRPr="0050607F" w:rsidRDefault="0050607F" w:rsidP="0050607F">
      <w:pPr>
        <w:pStyle w:val="af6"/>
        <w:rPr>
          <w:sz w:val="40"/>
          <w:szCs w:val="40"/>
          <w:lang w:eastAsia="zh-TW"/>
        </w:rPr>
      </w:pPr>
      <w:r w:rsidRPr="0050607F">
        <w:rPr>
          <w:rFonts w:hint="eastAsia"/>
          <w:sz w:val="40"/>
          <w:szCs w:val="40"/>
          <w:lang w:eastAsia="zh-TW"/>
        </w:rPr>
        <w:t>請</w:t>
      </w:r>
      <w:r w:rsidR="009C27B7">
        <w:rPr>
          <w:rFonts w:hint="eastAsia"/>
          <w:sz w:val="40"/>
          <w:szCs w:val="40"/>
          <w:lang w:eastAsia="zh-TW"/>
        </w:rPr>
        <w:t xml:space="preserve">　</w:t>
      </w:r>
      <w:r w:rsidRPr="0050607F">
        <w:rPr>
          <w:rFonts w:hint="eastAsia"/>
          <w:sz w:val="40"/>
          <w:szCs w:val="40"/>
          <w:lang w:eastAsia="zh-TW"/>
        </w:rPr>
        <w:t>求</w:t>
      </w:r>
      <w:r w:rsidR="009C27B7">
        <w:rPr>
          <w:rFonts w:hint="eastAsia"/>
          <w:sz w:val="40"/>
          <w:szCs w:val="40"/>
          <w:lang w:eastAsia="zh-TW"/>
        </w:rPr>
        <w:t xml:space="preserve">　</w:t>
      </w:r>
      <w:r w:rsidRPr="0050607F">
        <w:rPr>
          <w:rFonts w:hint="eastAsia"/>
          <w:sz w:val="40"/>
          <w:szCs w:val="40"/>
          <w:lang w:eastAsia="zh-TW"/>
        </w:rPr>
        <w:t>書</w:t>
      </w:r>
    </w:p>
    <w:p w14:paraId="3F45A891" w14:textId="77777777" w:rsidR="0050607F" w:rsidRPr="0050607F" w:rsidRDefault="0050607F" w:rsidP="00A24173">
      <w:pPr>
        <w:pStyle w:val="aff0"/>
        <w:rPr>
          <w:lang w:eastAsia="zh-TW"/>
        </w:rPr>
      </w:pPr>
    </w:p>
    <w:p w14:paraId="331AB1FD" w14:textId="243D40D5" w:rsidR="00594D07" w:rsidRDefault="00594D07" w:rsidP="00A24173">
      <w:pPr>
        <w:pStyle w:val="aff0"/>
        <w:rPr>
          <w:lang w:eastAsia="zh-TW"/>
        </w:rPr>
      </w:pPr>
      <w:r>
        <w:rPr>
          <w:rFonts w:hint="eastAsia"/>
          <w:lang w:eastAsia="zh-TW"/>
        </w:rPr>
        <w:t xml:space="preserve">令和　</w:t>
      </w:r>
      <w:r w:rsidR="008837B5">
        <w:rPr>
          <w:rFonts w:hint="eastAsia"/>
          <w:lang w:eastAsia="zh-TW"/>
        </w:rPr>
        <w:t>７</w:t>
      </w:r>
      <w:r>
        <w:rPr>
          <w:rFonts w:hint="eastAsia"/>
          <w:lang w:eastAsia="zh-TW"/>
        </w:rPr>
        <w:t xml:space="preserve">年　</w:t>
      </w:r>
      <w:r w:rsidR="00092939">
        <w:rPr>
          <w:rFonts w:hint="eastAsia"/>
          <w:lang w:eastAsia="zh-TW"/>
        </w:rPr>
        <w:t xml:space="preserve">　</w:t>
      </w:r>
      <w:r>
        <w:rPr>
          <w:rFonts w:hint="eastAsia"/>
          <w:lang w:eastAsia="zh-TW"/>
        </w:rPr>
        <w:t>月</w:t>
      </w:r>
      <w:r w:rsidR="00991811">
        <w:rPr>
          <w:rFonts w:hint="eastAsia"/>
          <w:lang w:eastAsia="zh-TW"/>
        </w:rPr>
        <w:t xml:space="preserve">　</w:t>
      </w:r>
      <w:r w:rsidR="00092939">
        <w:rPr>
          <w:rFonts w:hint="eastAsia"/>
          <w:lang w:eastAsia="zh-TW"/>
        </w:rPr>
        <w:t xml:space="preserve">　　</w:t>
      </w:r>
      <w:r>
        <w:rPr>
          <w:rFonts w:hint="eastAsia"/>
          <w:lang w:eastAsia="zh-TW"/>
        </w:rPr>
        <w:t>日</w:t>
      </w:r>
    </w:p>
    <w:p w14:paraId="48895690" w14:textId="5AC4449F" w:rsidR="009B5AA3" w:rsidRPr="00092939" w:rsidRDefault="009B5AA3" w:rsidP="00A24173">
      <w:pPr>
        <w:pStyle w:val="aff0"/>
        <w:rPr>
          <w:lang w:eastAsia="zh-TW"/>
        </w:rPr>
      </w:pPr>
    </w:p>
    <w:p w14:paraId="36D0DAD5" w14:textId="4AE6C3D4" w:rsidR="009257F2" w:rsidRDefault="00092939" w:rsidP="009257F2">
      <w:pPr>
        <w:pStyle w:val="aff1"/>
      </w:pPr>
      <w:r>
        <w:rPr>
          <w:rFonts w:hint="eastAsia"/>
        </w:rPr>
        <w:t>関係</w:t>
      </w:r>
      <w:r w:rsidR="00BC446D">
        <w:rPr>
          <w:rFonts w:hint="eastAsia"/>
        </w:rPr>
        <w:t>高等学校</w:t>
      </w:r>
      <w:r w:rsidR="009257F2">
        <w:rPr>
          <w:rFonts w:hint="eastAsia"/>
        </w:rPr>
        <w:t xml:space="preserve">　様</w:t>
      </w:r>
    </w:p>
    <w:p w14:paraId="04D51BB5" w14:textId="7E94A273" w:rsidR="009257F2" w:rsidRPr="00BC446D" w:rsidRDefault="009257F2" w:rsidP="009257F2">
      <w:pPr>
        <w:pStyle w:val="aff1"/>
      </w:pPr>
    </w:p>
    <w:p w14:paraId="79832CB6" w14:textId="29BF54D9" w:rsidR="00D97373" w:rsidRPr="003843B1" w:rsidRDefault="009C27B7" w:rsidP="00C16D60">
      <w:pPr>
        <w:pStyle w:val="aff2"/>
        <w:ind w:leftChars="100" w:firstLineChars="800" w:firstLine="2240"/>
        <w:jc w:val="left"/>
        <w:rPr>
          <w:kern w:val="0"/>
        </w:rPr>
      </w:pPr>
      <w:r w:rsidRPr="00C16D60">
        <w:rPr>
          <w:rFonts w:hint="eastAsia"/>
          <w:spacing w:val="35"/>
          <w:kern w:val="0"/>
          <w:fitText w:val="4410" w:id="-1495460095"/>
        </w:rPr>
        <w:t>令和</w:t>
      </w:r>
      <w:r w:rsidR="008837B5" w:rsidRPr="00C16D60">
        <w:rPr>
          <w:rFonts w:hint="eastAsia"/>
          <w:spacing w:val="35"/>
          <w:kern w:val="0"/>
          <w:fitText w:val="4410" w:id="-1495460095"/>
        </w:rPr>
        <w:t>７</w:t>
      </w:r>
      <w:r w:rsidRPr="00C16D60">
        <w:rPr>
          <w:rFonts w:hint="eastAsia"/>
          <w:spacing w:val="35"/>
          <w:kern w:val="0"/>
          <w:fitText w:val="4410" w:id="-1495460095"/>
        </w:rPr>
        <w:t>年度</w:t>
      </w:r>
      <w:r w:rsidR="00D97373" w:rsidRPr="00C16D60">
        <w:rPr>
          <w:rFonts w:hint="eastAsia"/>
          <w:spacing w:val="35"/>
          <w:kern w:val="0"/>
          <w:fitText w:val="4410" w:id="-1495460095"/>
        </w:rPr>
        <w:t>全国電子機械教育研究</w:t>
      </w:r>
      <w:r w:rsidR="00D97373" w:rsidRPr="00C16D60">
        <w:rPr>
          <w:rFonts w:hint="eastAsia"/>
          <w:kern w:val="0"/>
          <w:fitText w:val="4410" w:id="-1495460095"/>
        </w:rPr>
        <w:t>会</w:t>
      </w:r>
    </w:p>
    <w:p w14:paraId="385744DE" w14:textId="54F875DD" w:rsidR="00D97373" w:rsidRDefault="00D97373" w:rsidP="00D97373">
      <w:pPr>
        <w:pStyle w:val="aff2"/>
      </w:pPr>
      <w:r w:rsidRPr="00C16D60">
        <w:rPr>
          <w:rFonts w:hint="eastAsia"/>
          <w:spacing w:val="37"/>
          <w:kern w:val="0"/>
          <w:fitText w:val="5880" w:id="-714910719"/>
        </w:rPr>
        <w:t>第</w:t>
      </w:r>
      <w:r w:rsidRPr="00C16D60">
        <w:rPr>
          <w:spacing w:val="37"/>
          <w:kern w:val="0"/>
          <w:fitText w:val="5880" w:id="-714910719"/>
        </w:rPr>
        <w:t>3</w:t>
      </w:r>
      <w:r w:rsidR="008837B5" w:rsidRPr="00C16D60">
        <w:rPr>
          <w:rFonts w:hint="eastAsia"/>
          <w:spacing w:val="37"/>
          <w:kern w:val="0"/>
          <w:fitText w:val="5880" w:id="-714910719"/>
        </w:rPr>
        <w:t>9</w:t>
      </w:r>
      <w:r w:rsidRPr="00C16D60">
        <w:rPr>
          <w:spacing w:val="37"/>
          <w:kern w:val="0"/>
          <w:fitText w:val="5880" w:id="-714910719"/>
        </w:rPr>
        <w:t>回総会・研究協議会(</w:t>
      </w:r>
      <w:r w:rsidR="008837B5" w:rsidRPr="00C16D60">
        <w:rPr>
          <w:rFonts w:hint="eastAsia"/>
          <w:spacing w:val="37"/>
          <w:kern w:val="0"/>
          <w:fitText w:val="5880" w:id="-714910719"/>
        </w:rPr>
        <w:t>徳島</w:t>
      </w:r>
      <w:r w:rsidRPr="00C16D60">
        <w:rPr>
          <w:spacing w:val="37"/>
          <w:kern w:val="0"/>
          <w:fitText w:val="5880" w:id="-714910719"/>
        </w:rPr>
        <w:t>大会)実行委員</w:t>
      </w:r>
      <w:r w:rsidRPr="00C16D60">
        <w:rPr>
          <w:spacing w:val="-5"/>
          <w:kern w:val="0"/>
          <w:fitText w:val="5880" w:id="-714910719"/>
        </w:rPr>
        <w:t>長</w:t>
      </w:r>
    </w:p>
    <w:p w14:paraId="38D91969" w14:textId="7948BDC5" w:rsidR="00D97373" w:rsidRPr="00D9229A" w:rsidRDefault="008837B5" w:rsidP="00C16D60">
      <w:pPr>
        <w:pStyle w:val="aff2"/>
        <w:ind w:left="742" w:hanging="322"/>
        <w:rPr>
          <w:lang w:eastAsia="zh-TW"/>
        </w:rPr>
      </w:pPr>
      <w:r w:rsidRPr="00C16D60">
        <w:rPr>
          <w:rFonts w:hint="eastAsia"/>
          <w:spacing w:val="24"/>
          <w:kern w:val="0"/>
          <w:fitText w:val="5880" w:id="-714910720"/>
          <w:lang w:eastAsia="zh-TW"/>
        </w:rPr>
        <w:t>徳島</w:t>
      </w:r>
      <w:r w:rsidR="00D97373" w:rsidRPr="00C16D60">
        <w:rPr>
          <w:rFonts w:hint="eastAsia"/>
          <w:spacing w:val="24"/>
          <w:kern w:val="0"/>
          <w:fitText w:val="5880" w:id="-714910720"/>
          <w:lang w:eastAsia="zh-TW"/>
        </w:rPr>
        <w:t>県立</w:t>
      </w:r>
      <w:r w:rsidRPr="00C16D60">
        <w:rPr>
          <w:rFonts w:hint="eastAsia"/>
          <w:spacing w:val="24"/>
          <w:kern w:val="0"/>
          <w:fitText w:val="5880" w:id="-714910720"/>
          <w:lang w:eastAsia="zh-TW"/>
        </w:rPr>
        <w:t>徳島科学技術</w:t>
      </w:r>
      <w:r w:rsidR="00BB2280" w:rsidRPr="00C16D60">
        <w:rPr>
          <w:rFonts w:hint="eastAsia"/>
          <w:spacing w:val="24"/>
          <w:kern w:val="0"/>
          <w:fitText w:val="5880" w:id="-714910720"/>
          <w:lang w:eastAsia="zh-TW"/>
        </w:rPr>
        <w:t>高等学校</w:t>
      </w:r>
      <w:r w:rsidR="00C16D60" w:rsidRPr="00C16D60">
        <w:rPr>
          <w:rFonts w:hint="eastAsia"/>
          <w:spacing w:val="24"/>
          <w:kern w:val="0"/>
          <w:fitText w:val="5880" w:id="-714910720"/>
          <w:lang w:eastAsia="zh-TW"/>
        </w:rPr>
        <w:t xml:space="preserve">　</w:t>
      </w:r>
      <w:r w:rsidR="00D805C6" w:rsidRPr="00C16D60">
        <w:rPr>
          <w:rFonts w:hint="eastAsia"/>
          <w:spacing w:val="24"/>
          <w:fitText w:val="5880" w:id="-714910720"/>
          <w:lang w:eastAsia="zh-TW"/>
        </w:rPr>
        <w:t>校長</w:t>
      </w:r>
      <w:r w:rsidR="00C16D60" w:rsidRPr="00C16D60">
        <w:rPr>
          <w:rFonts w:hint="eastAsia"/>
          <w:spacing w:val="24"/>
          <w:fitText w:val="5880" w:id="-714910720"/>
          <w:lang w:eastAsia="zh-TW"/>
        </w:rPr>
        <w:t xml:space="preserve">　</w:t>
      </w:r>
      <w:r w:rsidRPr="00C16D60">
        <w:rPr>
          <w:rFonts w:hint="eastAsia"/>
          <w:spacing w:val="24"/>
          <w:fitText w:val="5880" w:id="-714910720"/>
          <w:lang w:eastAsia="zh-TW"/>
        </w:rPr>
        <w:t>濵口　和</w:t>
      </w:r>
      <w:r w:rsidRPr="00C16D60">
        <w:rPr>
          <w:rFonts w:hint="eastAsia"/>
          <w:spacing w:val="-2"/>
          <w:fitText w:val="5880" w:id="-714910720"/>
          <w:lang w:eastAsia="zh-TW"/>
        </w:rPr>
        <w:t>弥</w:t>
      </w:r>
    </w:p>
    <w:p w14:paraId="7BB0A7FC" w14:textId="69105628" w:rsidR="00D97373" w:rsidRDefault="00D97373" w:rsidP="00D805C6">
      <w:pPr>
        <w:pStyle w:val="aff2"/>
        <w:wordWrap w:val="0"/>
        <w:rPr>
          <w:lang w:eastAsia="zh-TW"/>
        </w:rPr>
      </w:pPr>
    </w:p>
    <w:p w14:paraId="4D6FF78E" w14:textId="77777777" w:rsidR="00355F88" w:rsidRPr="00D805C6" w:rsidRDefault="00355F88" w:rsidP="00355F88">
      <w:pPr>
        <w:pStyle w:val="aff2"/>
        <w:rPr>
          <w:lang w:eastAsia="zh-TW"/>
        </w:rPr>
      </w:pPr>
    </w:p>
    <w:p w14:paraId="6B16ED9F" w14:textId="2308DD5F" w:rsidR="006A0EF3" w:rsidRDefault="00D805C6" w:rsidP="00B22B36">
      <w:pPr>
        <w:pStyle w:val="af8"/>
      </w:pPr>
      <w:r>
        <w:rPr>
          <w:rFonts w:hint="eastAsia"/>
        </w:rPr>
        <w:t>第</w:t>
      </w:r>
      <w:r w:rsidR="00977F05">
        <w:rPr>
          <w:rFonts w:hint="eastAsia"/>
        </w:rPr>
        <w:t>3</w:t>
      </w:r>
      <w:r w:rsidR="008837B5">
        <w:rPr>
          <w:rFonts w:hint="eastAsia"/>
        </w:rPr>
        <w:t>9</w:t>
      </w:r>
      <w:r w:rsidR="004C70D7">
        <w:rPr>
          <w:rFonts w:hint="eastAsia"/>
        </w:rPr>
        <w:t>回全国電子機械教育研究会総会</w:t>
      </w:r>
      <w:r w:rsidR="00D71ACC">
        <w:rPr>
          <w:rFonts w:hint="eastAsia"/>
        </w:rPr>
        <w:t>及び</w:t>
      </w:r>
      <w:r w:rsidR="004C70D7">
        <w:rPr>
          <w:rFonts w:hint="eastAsia"/>
        </w:rPr>
        <w:t>研究協議会の</w:t>
      </w:r>
      <w:r w:rsidR="003834C7">
        <w:rPr>
          <w:rFonts w:hint="eastAsia"/>
        </w:rPr>
        <w:t>参加費並びに</w:t>
      </w:r>
      <w:r w:rsidR="004C70D7">
        <w:rPr>
          <w:rFonts w:hint="eastAsia"/>
        </w:rPr>
        <w:t>資料費として次の</w:t>
      </w:r>
      <w:r w:rsidR="003834C7">
        <w:rPr>
          <w:rFonts w:hint="eastAsia"/>
        </w:rPr>
        <w:t>とおり</w:t>
      </w:r>
      <w:r w:rsidR="004C70D7">
        <w:rPr>
          <w:rFonts w:hint="eastAsia"/>
        </w:rPr>
        <w:t>請求します。</w:t>
      </w:r>
    </w:p>
    <w:p w14:paraId="1449FC10" w14:textId="75579FF7" w:rsidR="00857946" w:rsidRPr="003834C7" w:rsidRDefault="00857946" w:rsidP="00B22B36">
      <w:pPr>
        <w:pStyle w:val="af8"/>
      </w:pPr>
    </w:p>
    <w:p w14:paraId="3DA0C2BD" w14:textId="4133F15A" w:rsidR="00857946" w:rsidRPr="001321E7" w:rsidRDefault="00857946" w:rsidP="001321E7">
      <w:pPr>
        <w:pStyle w:val="af8"/>
        <w:ind w:firstLine="320"/>
        <w:jc w:val="center"/>
        <w:rPr>
          <w:sz w:val="32"/>
          <w:szCs w:val="32"/>
          <w:u w:val="single"/>
        </w:rPr>
      </w:pPr>
      <w:r w:rsidRPr="001321E7">
        <w:rPr>
          <w:rFonts w:hint="eastAsia"/>
          <w:sz w:val="32"/>
          <w:szCs w:val="32"/>
          <w:u w:val="single"/>
        </w:rPr>
        <w:t xml:space="preserve">金　</w:t>
      </w:r>
      <w:r w:rsidR="00991811">
        <w:rPr>
          <w:rFonts w:hint="eastAsia"/>
          <w:sz w:val="32"/>
          <w:szCs w:val="32"/>
          <w:u w:val="single"/>
        </w:rPr>
        <w:t>３</w:t>
      </w:r>
      <w:r w:rsidRPr="001321E7">
        <w:rPr>
          <w:rFonts w:hint="eastAsia"/>
          <w:sz w:val="32"/>
          <w:szCs w:val="32"/>
          <w:u w:val="single"/>
        </w:rPr>
        <w:t>，</w:t>
      </w:r>
      <w:r w:rsidR="00991811">
        <w:rPr>
          <w:rFonts w:hint="eastAsia"/>
          <w:sz w:val="32"/>
          <w:szCs w:val="32"/>
          <w:u w:val="single"/>
        </w:rPr>
        <w:t>０００</w:t>
      </w:r>
      <w:r w:rsidRPr="001321E7">
        <w:rPr>
          <w:rFonts w:hint="eastAsia"/>
          <w:sz w:val="32"/>
          <w:szCs w:val="32"/>
          <w:u w:val="single"/>
        </w:rPr>
        <w:t xml:space="preserve">　円</w:t>
      </w:r>
    </w:p>
    <w:p w14:paraId="217CF416" w14:textId="6D252740" w:rsidR="003615D2" w:rsidRPr="003615D2" w:rsidRDefault="00132539" w:rsidP="00485C09">
      <w:pPr>
        <w:pStyle w:val="1"/>
        <w:autoSpaceDE w:val="0"/>
        <w:autoSpaceDN w:val="0"/>
        <w:spacing w:before="291"/>
        <w:ind w:left="2940" w:hanging="2940"/>
      </w:pPr>
      <w:r w:rsidRPr="00991811">
        <w:rPr>
          <w:rFonts w:hint="eastAsia"/>
          <w:spacing w:val="105"/>
          <w:kern w:val="0"/>
          <w:fitText w:val="630" w:id="-1495459328"/>
        </w:rPr>
        <w:t>内</w:t>
      </w:r>
      <w:r w:rsidRPr="00991811">
        <w:rPr>
          <w:rFonts w:hint="eastAsia"/>
          <w:kern w:val="0"/>
          <w:fitText w:val="630" w:id="-1495459328"/>
        </w:rPr>
        <w:t>訳</w:t>
      </w:r>
    </w:p>
    <w:tbl>
      <w:tblPr>
        <w:tblStyle w:val="ae"/>
        <w:tblW w:w="9355"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3118"/>
        <w:gridCol w:w="3118"/>
        <w:gridCol w:w="3119"/>
      </w:tblGrid>
      <w:tr w:rsidR="00D02E5F" w14:paraId="78E115D2" w14:textId="77777777" w:rsidTr="00C5686A">
        <w:trPr>
          <w:trHeight w:val="539"/>
        </w:trPr>
        <w:tc>
          <w:tcPr>
            <w:tcW w:w="3118" w:type="dxa"/>
            <w:vAlign w:val="center"/>
          </w:tcPr>
          <w:p w14:paraId="44A31364" w14:textId="0CB5AFF5" w:rsidR="00D02E5F" w:rsidRDefault="00D02E5F" w:rsidP="003834C7">
            <w:pPr>
              <w:pStyle w:val="a1"/>
              <w:ind w:leftChars="0" w:left="0" w:firstLineChars="0" w:firstLine="0"/>
              <w:jc w:val="center"/>
            </w:pPr>
            <w:r>
              <w:rPr>
                <w:rFonts w:hint="eastAsia"/>
              </w:rPr>
              <w:t>参加者数</w:t>
            </w:r>
          </w:p>
        </w:tc>
        <w:tc>
          <w:tcPr>
            <w:tcW w:w="3118" w:type="dxa"/>
            <w:vAlign w:val="center"/>
          </w:tcPr>
          <w:p w14:paraId="3F2BCE8D" w14:textId="057F85D4" w:rsidR="00D02E5F" w:rsidRDefault="003834C7" w:rsidP="003834C7">
            <w:pPr>
              <w:pStyle w:val="a1"/>
              <w:ind w:leftChars="0" w:left="0" w:firstLineChars="0" w:firstLine="0"/>
              <w:jc w:val="center"/>
            </w:pPr>
            <w:r>
              <w:rPr>
                <w:rFonts w:hint="eastAsia"/>
              </w:rPr>
              <w:t>参加者1名につき３，０００円</w:t>
            </w:r>
          </w:p>
        </w:tc>
        <w:tc>
          <w:tcPr>
            <w:tcW w:w="3119" w:type="dxa"/>
            <w:vAlign w:val="center"/>
          </w:tcPr>
          <w:p w14:paraId="5F4BC568" w14:textId="122E92DF" w:rsidR="00D02E5F" w:rsidRDefault="003834C7" w:rsidP="003834C7">
            <w:pPr>
              <w:pStyle w:val="a1"/>
              <w:ind w:leftChars="0" w:left="0" w:firstLineChars="0" w:firstLine="0"/>
              <w:jc w:val="center"/>
            </w:pPr>
            <w:r>
              <w:rPr>
                <w:rFonts w:hint="eastAsia"/>
              </w:rPr>
              <w:t>金額</w:t>
            </w:r>
          </w:p>
        </w:tc>
      </w:tr>
      <w:tr w:rsidR="00D02E5F" w14:paraId="575FCC77" w14:textId="77777777" w:rsidTr="00C5686A">
        <w:trPr>
          <w:trHeight w:val="1553"/>
        </w:trPr>
        <w:tc>
          <w:tcPr>
            <w:tcW w:w="3118" w:type="dxa"/>
            <w:vAlign w:val="center"/>
          </w:tcPr>
          <w:p w14:paraId="6FF817CC" w14:textId="50BE21E2" w:rsidR="00D02E5F" w:rsidRDefault="00991811" w:rsidP="002C09FD">
            <w:pPr>
              <w:pStyle w:val="a1"/>
              <w:wordWrap w:val="0"/>
              <w:ind w:leftChars="0" w:left="0" w:firstLineChars="0" w:firstLine="0"/>
              <w:jc w:val="right"/>
            </w:pPr>
            <w:r>
              <w:rPr>
                <w:rFonts w:hint="eastAsia"/>
              </w:rPr>
              <w:t xml:space="preserve">１　</w:t>
            </w:r>
            <w:r w:rsidR="000D66B5">
              <w:rPr>
                <w:rFonts w:hint="eastAsia"/>
              </w:rPr>
              <w:t>人</w:t>
            </w:r>
            <w:r w:rsidR="002C09FD">
              <w:rPr>
                <w:rFonts w:hint="eastAsia"/>
              </w:rPr>
              <w:t xml:space="preserve">　</w:t>
            </w:r>
          </w:p>
        </w:tc>
        <w:tc>
          <w:tcPr>
            <w:tcW w:w="3118" w:type="dxa"/>
            <w:vAlign w:val="center"/>
          </w:tcPr>
          <w:p w14:paraId="62E292CD" w14:textId="448FE3B5" w:rsidR="00D02E5F" w:rsidRDefault="000D66B5" w:rsidP="002C09FD">
            <w:pPr>
              <w:pStyle w:val="a1"/>
              <w:ind w:leftChars="0" w:left="0"/>
            </w:pPr>
            <w:r>
              <w:rPr>
                <w:rFonts w:hint="eastAsia"/>
              </w:rPr>
              <w:t>内訳</w:t>
            </w:r>
          </w:p>
          <w:p w14:paraId="5EEB549A" w14:textId="3DA791FA" w:rsidR="000D66B5" w:rsidRDefault="002C09FD" w:rsidP="0041462C">
            <w:pPr>
              <w:pStyle w:val="a1"/>
              <w:ind w:leftChars="0" w:left="0" w:firstLineChars="0" w:firstLine="0"/>
              <w:jc w:val="center"/>
            </w:pPr>
            <w:r>
              <w:rPr>
                <w:rFonts w:hint="eastAsia"/>
              </w:rPr>
              <w:t xml:space="preserve">　</w:t>
            </w:r>
            <w:r w:rsidR="000D66B5">
              <w:rPr>
                <w:rFonts w:hint="eastAsia"/>
              </w:rPr>
              <w:t>参加費　２，０００円</w:t>
            </w:r>
          </w:p>
          <w:p w14:paraId="0431F408" w14:textId="6097E754" w:rsidR="00975C63" w:rsidRDefault="002C09FD" w:rsidP="0041462C">
            <w:pPr>
              <w:pStyle w:val="a1"/>
              <w:ind w:leftChars="0" w:left="0" w:firstLineChars="0" w:firstLine="0"/>
              <w:jc w:val="center"/>
            </w:pPr>
            <w:r>
              <w:rPr>
                <w:rFonts w:hint="eastAsia"/>
              </w:rPr>
              <w:t xml:space="preserve">　</w:t>
            </w:r>
            <w:r w:rsidR="00975C63">
              <w:rPr>
                <w:rFonts w:hint="eastAsia"/>
              </w:rPr>
              <w:t>資料費　１，０００円</w:t>
            </w:r>
          </w:p>
          <w:p w14:paraId="1BB5DA82" w14:textId="3E92749B" w:rsidR="00975C63" w:rsidRDefault="002C09FD" w:rsidP="0041462C">
            <w:pPr>
              <w:pStyle w:val="a1"/>
              <w:ind w:leftChars="0" w:left="0" w:firstLineChars="0" w:firstLine="0"/>
              <w:jc w:val="center"/>
            </w:pPr>
            <w:r>
              <w:rPr>
                <w:rFonts w:hint="eastAsia"/>
              </w:rPr>
              <w:t xml:space="preserve">　</w:t>
            </w:r>
            <w:r w:rsidR="0041462C">
              <w:rPr>
                <w:rFonts w:hint="eastAsia"/>
              </w:rPr>
              <w:t xml:space="preserve">　</w:t>
            </w:r>
            <w:r w:rsidR="00975C63">
              <w:rPr>
                <w:rFonts w:hint="eastAsia"/>
              </w:rPr>
              <w:t>計　　３，０００円</w:t>
            </w:r>
          </w:p>
        </w:tc>
        <w:tc>
          <w:tcPr>
            <w:tcW w:w="3119" w:type="dxa"/>
            <w:vAlign w:val="center"/>
          </w:tcPr>
          <w:p w14:paraId="2A9CAB2E" w14:textId="1C179BBB" w:rsidR="00D02E5F" w:rsidRDefault="00991811" w:rsidP="002C09FD">
            <w:pPr>
              <w:pStyle w:val="a1"/>
              <w:wordWrap w:val="0"/>
              <w:ind w:leftChars="0" w:left="0" w:firstLineChars="0" w:firstLine="0"/>
              <w:jc w:val="right"/>
            </w:pPr>
            <w:r>
              <w:rPr>
                <w:rFonts w:hint="eastAsia"/>
              </w:rPr>
              <w:t xml:space="preserve">３，０００　</w:t>
            </w:r>
            <w:r w:rsidR="00975C63">
              <w:rPr>
                <w:rFonts w:hint="eastAsia"/>
              </w:rPr>
              <w:t>円</w:t>
            </w:r>
            <w:r w:rsidR="002C09FD">
              <w:rPr>
                <w:rFonts w:hint="eastAsia"/>
              </w:rPr>
              <w:t xml:space="preserve">　</w:t>
            </w:r>
          </w:p>
        </w:tc>
      </w:tr>
    </w:tbl>
    <w:p w14:paraId="4E8645E7" w14:textId="434E620E" w:rsidR="00485C09" w:rsidRDefault="00485C09" w:rsidP="00FC7DAA">
      <w:pPr>
        <w:pStyle w:val="a1"/>
      </w:pPr>
    </w:p>
    <w:p w14:paraId="32438632" w14:textId="3A4513E7" w:rsidR="00FC7DAA" w:rsidRDefault="00C071F6" w:rsidP="008961CF">
      <w:pPr>
        <w:pStyle w:val="1"/>
        <w:spacing w:before="291"/>
        <w:ind w:left="2940" w:hanging="2940"/>
      </w:pPr>
      <w:r>
        <w:rPr>
          <w:rFonts w:hint="eastAsia"/>
          <w:kern w:val="0"/>
        </w:rPr>
        <w:t>振込先</w:t>
      </w:r>
    </w:p>
    <w:p w14:paraId="18B35D36" w14:textId="34B57FD7" w:rsidR="00DF31CA" w:rsidRDefault="00DF31CA" w:rsidP="00E65782">
      <w:pPr>
        <w:pStyle w:val="a1"/>
      </w:pPr>
      <w:r>
        <w:rPr>
          <w:rFonts w:hint="eastAsia"/>
        </w:rPr>
        <w:t>＜大会参加費・資料費の振込先＞</w:t>
      </w:r>
    </w:p>
    <w:tbl>
      <w:tblPr>
        <w:tblStyle w:val="ae"/>
        <w:tblW w:w="9349"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1559"/>
        <w:gridCol w:w="7790"/>
      </w:tblGrid>
      <w:tr w:rsidR="002251CA" w14:paraId="4166AFAE" w14:textId="77777777" w:rsidTr="002251CA">
        <w:tc>
          <w:tcPr>
            <w:tcW w:w="1559" w:type="dxa"/>
            <w:vAlign w:val="center"/>
          </w:tcPr>
          <w:p w14:paraId="2AE8E5AF" w14:textId="715FE4EB" w:rsidR="002251CA" w:rsidRDefault="002251CA" w:rsidP="002251CA">
            <w:pPr>
              <w:pStyle w:val="af7"/>
            </w:pPr>
            <w:r>
              <w:rPr>
                <w:rFonts w:hint="eastAsia"/>
              </w:rPr>
              <w:t>金融機関名</w:t>
            </w:r>
          </w:p>
        </w:tc>
        <w:tc>
          <w:tcPr>
            <w:tcW w:w="7790" w:type="dxa"/>
            <w:vAlign w:val="center"/>
          </w:tcPr>
          <w:p w14:paraId="6D9D1C24" w14:textId="2C86A38F" w:rsidR="002251CA" w:rsidRPr="004B0193" w:rsidRDefault="008837B5" w:rsidP="002251CA">
            <w:pPr>
              <w:pStyle w:val="af7"/>
            </w:pPr>
            <w:r>
              <w:rPr>
                <w:rFonts w:hint="eastAsia"/>
              </w:rPr>
              <w:t>徳島大正</w:t>
            </w:r>
            <w:r w:rsidR="002251CA" w:rsidRPr="004B0193">
              <w:rPr>
                <w:rFonts w:hint="eastAsia"/>
              </w:rPr>
              <w:t>銀行　（金融機関コード：</w:t>
            </w:r>
            <w:r>
              <w:rPr>
                <w:rFonts w:hint="eastAsia"/>
              </w:rPr>
              <w:t>０５７２</w:t>
            </w:r>
            <w:r w:rsidR="002251CA">
              <w:rPr>
                <w:rFonts w:hint="eastAsia"/>
              </w:rPr>
              <w:t xml:space="preserve">　</w:t>
            </w:r>
            <w:r w:rsidR="002251CA" w:rsidRPr="004B0193">
              <w:rPr>
                <w:rFonts w:hint="eastAsia"/>
              </w:rPr>
              <w:t>）</w:t>
            </w:r>
          </w:p>
          <w:p w14:paraId="4E988856" w14:textId="4D9D1727" w:rsidR="002251CA" w:rsidRPr="00C64520" w:rsidRDefault="008837B5" w:rsidP="002251CA">
            <w:pPr>
              <w:pStyle w:val="af7"/>
              <w:rPr>
                <w:color w:val="FF0000"/>
                <w:lang w:eastAsia="zh-TW"/>
              </w:rPr>
            </w:pPr>
            <w:r>
              <w:rPr>
                <w:rFonts w:hint="eastAsia"/>
              </w:rPr>
              <w:t>矢三</w:t>
            </w:r>
            <w:r w:rsidR="002251CA" w:rsidRPr="004B0193">
              <w:rPr>
                <w:rFonts w:hint="eastAsia"/>
                <w:lang w:eastAsia="zh-TW"/>
              </w:rPr>
              <w:t>支店（店番：</w:t>
            </w:r>
            <w:r>
              <w:rPr>
                <w:rFonts w:hint="eastAsia"/>
              </w:rPr>
              <w:t>０５０</w:t>
            </w:r>
            <w:r w:rsidR="002251CA" w:rsidRPr="004B0193">
              <w:rPr>
                <w:rFonts w:hint="eastAsia"/>
                <w:lang w:eastAsia="zh-TW"/>
              </w:rPr>
              <w:t>）</w:t>
            </w:r>
          </w:p>
        </w:tc>
      </w:tr>
      <w:tr w:rsidR="002251CA" w14:paraId="7DA203D5" w14:textId="77777777" w:rsidTr="002251CA">
        <w:trPr>
          <w:trHeight w:val="495"/>
        </w:trPr>
        <w:tc>
          <w:tcPr>
            <w:tcW w:w="1559" w:type="dxa"/>
            <w:vAlign w:val="center"/>
          </w:tcPr>
          <w:p w14:paraId="1B6E8872" w14:textId="3A8A512A" w:rsidR="002251CA" w:rsidRDefault="002251CA" w:rsidP="002251CA">
            <w:pPr>
              <w:pStyle w:val="af7"/>
            </w:pPr>
            <w:r>
              <w:rPr>
                <w:rFonts w:hint="eastAsia"/>
              </w:rPr>
              <w:t>口座番号</w:t>
            </w:r>
          </w:p>
        </w:tc>
        <w:tc>
          <w:tcPr>
            <w:tcW w:w="7790" w:type="dxa"/>
            <w:vAlign w:val="center"/>
          </w:tcPr>
          <w:p w14:paraId="1317C079" w14:textId="72D59094" w:rsidR="002251CA" w:rsidRPr="00C64520" w:rsidRDefault="002251CA" w:rsidP="002251CA">
            <w:pPr>
              <w:pStyle w:val="af7"/>
              <w:rPr>
                <w:color w:val="FF0000"/>
              </w:rPr>
            </w:pPr>
            <w:r>
              <w:rPr>
                <w:rFonts w:hint="eastAsia"/>
              </w:rPr>
              <w:t>（普通）</w:t>
            </w:r>
            <w:r w:rsidR="008837B5">
              <w:rPr>
                <w:rFonts w:hint="eastAsia"/>
              </w:rPr>
              <w:t>８５９０４８６</w:t>
            </w:r>
          </w:p>
        </w:tc>
      </w:tr>
      <w:tr w:rsidR="002251CA" w14:paraId="598E9C52" w14:textId="77777777" w:rsidTr="002251CA">
        <w:trPr>
          <w:trHeight w:val="1410"/>
        </w:trPr>
        <w:tc>
          <w:tcPr>
            <w:tcW w:w="1559" w:type="dxa"/>
            <w:vAlign w:val="center"/>
          </w:tcPr>
          <w:p w14:paraId="4B79FAA3" w14:textId="12E930BB" w:rsidR="002251CA" w:rsidRDefault="002251CA" w:rsidP="002251CA">
            <w:pPr>
              <w:pStyle w:val="af7"/>
            </w:pPr>
            <w:r>
              <w:rPr>
                <w:rFonts w:hint="eastAsia"/>
              </w:rPr>
              <w:t>口座名</w:t>
            </w:r>
          </w:p>
        </w:tc>
        <w:tc>
          <w:tcPr>
            <w:tcW w:w="7790" w:type="dxa"/>
            <w:vAlign w:val="center"/>
          </w:tcPr>
          <w:p w14:paraId="20C7C9EB" w14:textId="77777777" w:rsidR="002251CA" w:rsidRDefault="002251CA" w:rsidP="002251CA">
            <w:pPr>
              <w:pStyle w:val="af7"/>
            </w:pPr>
            <w:r>
              <w:rPr>
                <w:rFonts w:hint="eastAsia"/>
              </w:rPr>
              <w:t>ゼンコクデンシキカイキヨウイクケンキユウカイ</w:t>
            </w:r>
          </w:p>
          <w:p w14:paraId="2B9A105E" w14:textId="77777777" w:rsidR="002251CA" w:rsidRDefault="002251CA" w:rsidP="002251CA">
            <w:pPr>
              <w:pStyle w:val="af7"/>
            </w:pPr>
            <w:r>
              <w:rPr>
                <w:rFonts w:hint="eastAsia"/>
              </w:rPr>
              <w:t>全国電子機械教育研究会</w:t>
            </w:r>
          </w:p>
          <w:p w14:paraId="5072B160" w14:textId="51657056" w:rsidR="002251CA" w:rsidRDefault="002251CA" w:rsidP="002251CA">
            <w:pPr>
              <w:pStyle w:val="af7"/>
            </w:pPr>
            <w:r>
              <w:rPr>
                <w:rFonts w:hint="eastAsia"/>
              </w:rPr>
              <w:t>ジツコウイインチョウ</w:t>
            </w:r>
            <w:r w:rsidRPr="006D1850">
              <w:rPr>
                <w:rFonts w:hint="eastAsia"/>
              </w:rPr>
              <w:t xml:space="preserve">　</w:t>
            </w:r>
            <w:r w:rsidR="008837B5">
              <w:rPr>
                <w:rFonts w:hint="eastAsia"/>
              </w:rPr>
              <w:t>ハマグチ　カズヤ</w:t>
            </w:r>
          </w:p>
          <w:p w14:paraId="4EC4DB76" w14:textId="4338D374" w:rsidR="002251CA" w:rsidRPr="00C64520" w:rsidRDefault="002251CA" w:rsidP="002251CA">
            <w:pPr>
              <w:pStyle w:val="af7"/>
              <w:rPr>
                <w:color w:val="FF0000"/>
                <w:lang w:eastAsia="zh-TW"/>
              </w:rPr>
            </w:pPr>
            <w:r>
              <w:rPr>
                <w:rFonts w:hint="eastAsia"/>
                <w:lang w:eastAsia="zh-TW"/>
              </w:rPr>
              <w:t>実行委員長</w:t>
            </w:r>
            <w:r w:rsidRPr="008E5AFF">
              <w:rPr>
                <w:rFonts w:hint="eastAsia"/>
                <w:lang w:eastAsia="zh-TW"/>
              </w:rPr>
              <w:t xml:space="preserve">　</w:t>
            </w:r>
            <w:r w:rsidR="008837B5">
              <w:rPr>
                <w:rFonts w:hint="eastAsia"/>
                <w:lang w:eastAsia="zh-TW"/>
              </w:rPr>
              <w:t>濵口　和弥</w:t>
            </w:r>
          </w:p>
        </w:tc>
      </w:tr>
    </w:tbl>
    <w:p w14:paraId="14431FE1" w14:textId="47CFA855" w:rsidR="00BC446D" w:rsidRDefault="00BC446D" w:rsidP="00BC446D">
      <w:pPr>
        <w:pStyle w:val="a1"/>
      </w:pPr>
      <w:r>
        <w:rPr>
          <w:rFonts w:hint="eastAsia"/>
        </w:rPr>
        <w:t>※振込期限：令和</w:t>
      </w:r>
      <w:r w:rsidR="00C64520">
        <w:rPr>
          <w:rFonts w:hint="eastAsia"/>
        </w:rPr>
        <w:t>５</w:t>
      </w:r>
      <w:r>
        <w:rPr>
          <w:rFonts w:hint="eastAsia"/>
        </w:rPr>
        <w:t>年</w:t>
      </w:r>
      <w:r w:rsidR="002251CA" w:rsidRPr="009464B2">
        <w:rPr>
          <w:rFonts w:hint="eastAsia"/>
        </w:rPr>
        <w:t>７月１４日(</w:t>
      </w:r>
      <w:r w:rsidR="008837B5">
        <w:rPr>
          <w:rFonts w:hint="eastAsia"/>
        </w:rPr>
        <w:t>月</w:t>
      </w:r>
      <w:r w:rsidR="002251CA" w:rsidRPr="009464B2">
        <w:rPr>
          <w:rFonts w:hint="eastAsia"/>
        </w:rPr>
        <w:t>)</w:t>
      </w:r>
    </w:p>
    <w:p w14:paraId="507B2B63" w14:textId="64D9D812" w:rsidR="0066351F" w:rsidRDefault="00985C95" w:rsidP="000C3CB9">
      <w:pPr>
        <w:pStyle w:val="1"/>
        <w:spacing w:before="291"/>
        <w:ind w:left="2940" w:hanging="2940"/>
      </w:pPr>
      <w:r w:rsidRPr="00031A0B">
        <w:rPr>
          <w:rFonts w:hint="eastAsia"/>
        </w:rPr>
        <w:t>大会事務局</w:t>
      </w:r>
    </w:p>
    <w:p w14:paraId="36FAA68D" w14:textId="77777777" w:rsidR="008837B5" w:rsidRDefault="008837B5" w:rsidP="008837B5">
      <w:pPr>
        <w:pStyle w:val="a1"/>
        <w:rPr>
          <w:lang w:eastAsia="zh-TW"/>
        </w:rPr>
      </w:pPr>
      <w:r>
        <w:rPr>
          <w:rFonts w:hint="eastAsia"/>
          <w:lang w:eastAsia="zh-TW"/>
        </w:rPr>
        <w:t>徳島県立徳島科学技術高等学校</w:t>
      </w:r>
    </w:p>
    <w:p w14:paraId="57567EC8" w14:textId="77777777" w:rsidR="00C16D60" w:rsidRDefault="008837B5" w:rsidP="00C16D60">
      <w:pPr>
        <w:pStyle w:val="20"/>
        <w:ind w:left="1680" w:hangingChars="600" w:hanging="1260"/>
        <w:jc w:val="left"/>
      </w:pPr>
      <w:r w:rsidRPr="00BF4858">
        <w:rPr>
          <w:rFonts w:hint="eastAsia"/>
        </w:rPr>
        <w:t>〒</w:t>
      </w:r>
      <w:r w:rsidRPr="00996EC1">
        <w:t>7</w:t>
      </w:r>
      <w:r>
        <w:rPr>
          <w:rFonts w:hint="eastAsia"/>
        </w:rPr>
        <w:t>70-0006</w:t>
      </w:r>
      <w:r w:rsidRPr="00996EC1">
        <w:t xml:space="preserve">　</w:t>
      </w:r>
      <w:r>
        <w:rPr>
          <w:rFonts w:hint="eastAsia"/>
        </w:rPr>
        <w:t>徳島県徳島市北矢三町2丁目1番1号</w:t>
      </w:r>
      <w:r w:rsidRPr="00BF4858">
        <w:br/>
      </w:r>
      <w:r w:rsidRPr="00BF4858">
        <w:rPr>
          <w:rFonts w:hint="eastAsia"/>
        </w:rPr>
        <w:t>TEL</w:t>
      </w:r>
      <w:r w:rsidRPr="00BF4858">
        <w:t xml:space="preserve"> </w:t>
      </w:r>
      <w:r>
        <w:rPr>
          <w:rFonts w:hint="eastAsia"/>
        </w:rPr>
        <w:t>088-631-4185</w:t>
      </w:r>
      <w:r w:rsidRPr="00996EC1">
        <w:t xml:space="preserve">  FAX </w:t>
      </w:r>
      <w:r>
        <w:rPr>
          <w:rFonts w:hint="eastAsia"/>
        </w:rPr>
        <w:t>088-631-1110</w:t>
      </w:r>
    </w:p>
    <w:p w14:paraId="0070A088" w14:textId="77777777" w:rsidR="00C16D60" w:rsidRDefault="008837B5" w:rsidP="00C16D60">
      <w:pPr>
        <w:pStyle w:val="20"/>
        <w:ind w:left="1680" w:hangingChars="600" w:hanging="1260"/>
        <w:jc w:val="left"/>
      </w:pPr>
      <w:r w:rsidRPr="00BF4858">
        <w:rPr>
          <w:rFonts w:hint="eastAsia"/>
        </w:rPr>
        <w:t xml:space="preserve">担当　</w:t>
      </w:r>
      <w:r>
        <w:rPr>
          <w:rFonts w:hint="eastAsia"/>
        </w:rPr>
        <w:t>生産システムコース</w:t>
      </w:r>
      <w:r w:rsidRPr="00996EC1">
        <w:rPr>
          <w:rFonts w:hint="eastAsia"/>
        </w:rPr>
        <w:t xml:space="preserve">　</w:t>
      </w:r>
      <w:r>
        <w:rPr>
          <w:rFonts w:hint="eastAsia"/>
        </w:rPr>
        <w:t>阿部　正志</w:t>
      </w:r>
    </w:p>
    <w:p w14:paraId="48D45307" w14:textId="45198E30" w:rsidR="008837B5" w:rsidRPr="006C47EF" w:rsidRDefault="008837B5" w:rsidP="00C16D60">
      <w:pPr>
        <w:pStyle w:val="20"/>
        <w:ind w:leftChars="500" w:left="1680" w:hangingChars="300" w:hanging="630"/>
        <w:jc w:val="left"/>
      </w:pPr>
      <w:r>
        <w:t>e</w:t>
      </w:r>
      <w:r>
        <w:rPr>
          <w:rFonts w:hint="eastAsia"/>
        </w:rPr>
        <w:t>-</w:t>
      </w:r>
      <w:r w:rsidRPr="00BF4858">
        <w:rPr>
          <w:rFonts w:hint="eastAsia"/>
        </w:rPr>
        <w:t>mail</w:t>
      </w:r>
      <w:r w:rsidRPr="00BF4858">
        <w:t xml:space="preserve"> </w:t>
      </w:r>
      <w:r>
        <w:rPr>
          <w:rFonts w:hint="eastAsia"/>
        </w:rPr>
        <w:t>abe_masashi_1@mt.tokushima-ec.ed.jp</w:t>
      </w:r>
    </w:p>
    <w:p w14:paraId="715BF87C" w14:textId="6DE889DD" w:rsidR="00355F88" w:rsidRPr="008837B5" w:rsidRDefault="00355F88" w:rsidP="00C45C93">
      <w:pPr>
        <w:pStyle w:val="20"/>
        <w:rPr>
          <w:lang w:eastAsia="zh-TW"/>
        </w:rPr>
      </w:pPr>
    </w:p>
    <w:p w14:paraId="6F433DCD" w14:textId="77777777" w:rsidR="00355F88" w:rsidRDefault="00355F88">
      <w:pPr>
        <w:widowControl/>
        <w:jc w:val="left"/>
        <w:rPr>
          <w:lang w:eastAsia="zh-TW"/>
        </w:rPr>
      </w:pPr>
      <w:r>
        <w:rPr>
          <w:lang w:eastAsia="zh-TW"/>
        </w:rPr>
        <w:br w:type="page"/>
      </w:r>
    </w:p>
    <w:p w14:paraId="08AED634" w14:textId="77777777" w:rsidR="00355F88" w:rsidRPr="0050607F" w:rsidRDefault="00355F88" w:rsidP="00355F88">
      <w:pPr>
        <w:pStyle w:val="af6"/>
        <w:rPr>
          <w:sz w:val="40"/>
          <w:szCs w:val="40"/>
          <w:lang w:eastAsia="zh-TW"/>
        </w:rPr>
      </w:pPr>
      <w:r w:rsidRPr="0050607F">
        <w:rPr>
          <w:rFonts w:hint="eastAsia"/>
          <w:sz w:val="40"/>
          <w:szCs w:val="40"/>
          <w:lang w:eastAsia="zh-TW"/>
        </w:rPr>
        <w:lastRenderedPageBreak/>
        <w:t>請</w:t>
      </w:r>
      <w:r>
        <w:rPr>
          <w:rFonts w:hint="eastAsia"/>
          <w:sz w:val="40"/>
          <w:szCs w:val="40"/>
          <w:lang w:eastAsia="zh-TW"/>
        </w:rPr>
        <w:t xml:space="preserve">　</w:t>
      </w:r>
      <w:r w:rsidRPr="0050607F">
        <w:rPr>
          <w:rFonts w:hint="eastAsia"/>
          <w:sz w:val="40"/>
          <w:szCs w:val="40"/>
          <w:lang w:eastAsia="zh-TW"/>
        </w:rPr>
        <w:t>求</w:t>
      </w:r>
      <w:r>
        <w:rPr>
          <w:rFonts w:hint="eastAsia"/>
          <w:sz w:val="40"/>
          <w:szCs w:val="40"/>
          <w:lang w:eastAsia="zh-TW"/>
        </w:rPr>
        <w:t xml:space="preserve">　</w:t>
      </w:r>
      <w:r w:rsidRPr="0050607F">
        <w:rPr>
          <w:rFonts w:hint="eastAsia"/>
          <w:sz w:val="40"/>
          <w:szCs w:val="40"/>
          <w:lang w:eastAsia="zh-TW"/>
        </w:rPr>
        <w:t>書</w:t>
      </w:r>
    </w:p>
    <w:p w14:paraId="365C3600" w14:textId="77777777" w:rsidR="00355F88" w:rsidRPr="0050607F" w:rsidRDefault="00355F88" w:rsidP="00355F88">
      <w:pPr>
        <w:pStyle w:val="aff0"/>
        <w:rPr>
          <w:lang w:eastAsia="zh-TW"/>
        </w:rPr>
      </w:pPr>
    </w:p>
    <w:p w14:paraId="0A905ED1" w14:textId="32F8BCE0" w:rsidR="00355F88" w:rsidRDefault="00355F88" w:rsidP="00355F88">
      <w:pPr>
        <w:pStyle w:val="aff0"/>
        <w:rPr>
          <w:lang w:eastAsia="zh-TW"/>
        </w:rPr>
      </w:pPr>
      <w:r>
        <w:rPr>
          <w:rFonts w:hint="eastAsia"/>
          <w:lang w:eastAsia="zh-TW"/>
        </w:rPr>
        <w:t xml:space="preserve">令和　</w:t>
      </w:r>
      <w:r w:rsidR="0039254B">
        <w:rPr>
          <w:rFonts w:hint="eastAsia"/>
          <w:lang w:eastAsia="zh-TW"/>
        </w:rPr>
        <w:t>７</w:t>
      </w:r>
      <w:r>
        <w:rPr>
          <w:rFonts w:hint="eastAsia"/>
          <w:lang w:eastAsia="zh-TW"/>
        </w:rPr>
        <w:t>年　　月　　日</w:t>
      </w:r>
    </w:p>
    <w:p w14:paraId="5F922FF8" w14:textId="77777777" w:rsidR="00355F88" w:rsidRDefault="00355F88" w:rsidP="00355F88">
      <w:pPr>
        <w:pStyle w:val="aff0"/>
        <w:rPr>
          <w:lang w:eastAsia="zh-TW"/>
        </w:rPr>
      </w:pPr>
    </w:p>
    <w:p w14:paraId="06473834" w14:textId="5907C905" w:rsidR="00355F88" w:rsidRDefault="00355F88" w:rsidP="00355F88">
      <w:pPr>
        <w:pStyle w:val="aff1"/>
        <w:rPr>
          <w:lang w:eastAsia="zh-TW"/>
        </w:rPr>
      </w:pPr>
      <w:r>
        <w:rPr>
          <w:rFonts w:hint="eastAsia"/>
          <w:lang w:eastAsia="zh-TW"/>
        </w:rPr>
        <w:t>関係高等学校長　様</w:t>
      </w:r>
    </w:p>
    <w:p w14:paraId="7543E713" w14:textId="77777777" w:rsidR="00355F88" w:rsidRDefault="00355F88" w:rsidP="00355F88">
      <w:pPr>
        <w:pStyle w:val="aff1"/>
        <w:rPr>
          <w:lang w:eastAsia="zh-TW"/>
        </w:rPr>
      </w:pPr>
    </w:p>
    <w:p w14:paraId="6EABB1AA" w14:textId="77777777" w:rsidR="00C16D60" w:rsidRPr="003843B1" w:rsidRDefault="00C16D60" w:rsidP="00C16D60">
      <w:pPr>
        <w:pStyle w:val="aff2"/>
        <w:ind w:leftChars="100" w:firstLineChars="800" w:firstLine="2240"/>
        <w:jc w:val="left"/>
        <w:rPr>
          <w:kern w:val="0"/>
        </w:rPr>
      </w:pPr>
      <w:r w:rsidRPr="00C16D60">
        <w:rPr>
          <w:rFonts w:hint="eastAsia"/>
          <w:spacing w:val="35"/>
          <w:kern w:val="0"/>
          <w:fitText w:val="4410" w:id="-714910464"/>
        </w:rPr>
        <w:t>令和７年度全国電子機械教育研究</w:t>
      </w:r>
      <w:r w:rsidRPr="00C16D60">
        <w:rPr>
          <w:rFonts w:hint="eastAsia"/>
          <w:kern w:val="0"/>
          <w:fitText w:val="4410" w:id="-714910464"/>
        </w:rPr>
        <w:t>会</w:t>
      </w:r>
    </w:p>
    <w:p w14:paraId="4BCBC89C" w14:textId="77777777" w:rsidR="00C16D60" w:rsidRDefault="00C16D60" w:rsidP="00C16D60">
      <w:pPr>
        <w:pStyle w:val="aff2"/>
      </w:pPr>
      <w:r w:rsidRPr="00C16D60">
        <w:rPr>
          <w:rFonts w:hint="eastAsia"/>
          <w:spacing w:val="37"/>
          <w:kern w:val="0"/>
          <w:fitText w:val="5880" w:id="-714910463"/>
        </w:rPr>
        <w:t>第</w:t>
      </w:r>
      <w:r w:rsidRPr="00C16D60">
        <w:rPr>
          <w:spacing w:val="37"/>
          <w:kern w:val="0"/>
          <w:fitText w:val="5880" w:id="-714910463"/>
        </w:rPr>
        <w:t>3</w:t>
      </w:r>
      <w:r w:rsidRPr="00C16D60">
        <w:rPr>
          <w:rFonts w:hint="eastAsia"/>
          <w:spacing w:val="37"/>
          <w:kern w:val="0"/>
          <w:fitText w:val="5880" w:id="-714910463"/>
        </w:rPr>
        <w:t>9</w:t>
      </w:r>
      <w:r w:rsidRPr="00C16D60">
        <w:rPr>
          <w:spacing w:val="37"/>
          <w:kern w:val="0"/>
          <w:fitText w:val="5880" w:id="-714910463"/>
        </w:rPr>
        <w:t>回総会・研究協議会(</w:t>
      </w:r>
      <w:r w:rsidRPr="00C16D60">
        <w:rPr>
          <w:rFonts w:hint="eastAsia"/>
          <w:spacing w:val="37"/>
          <w:kern w:val="0"/>
          <w:fitText w:val="5880" w:id="-714910463"/>
        </w:rPr>
        <w:t>徳島</w:t>
      </w:r>
      <w:r w:rsidRPr="00C16D60">
        <w:rPr>
          <w:spacing w:val="37"/>
          <w:kern w:val="0"/>
          <w:fitText w:val="5880" w:id="-714910463"/>
        </w:rPr>
        <w:t>大会)実行委員</w:t>
      </w:r>
      <w:r w:rsidRPr="00C16D60">
        <w:rPr>
          <w:spacing w:val="-5"/>
          <w:kern w:val="0"/>
          <w:fitText w:val="5880" w:id="-714910463"/>
        </w:rPr>
        <w:t>長</w:t>
      </w:r>
    </w:p>
    <w:p w14:paraId="63DBDA44" w14:textId="77777777" w:rsidR="00C16D60" w:rsidRPr="00D9229A" w:rsidRDefault="00C16D60" w:rsidP="00C16D60">
      <w:pPr>
        <w:pStyle w:val="aff2"/>
        <w:ind w:left="742" w:hanging="322"/>
        <w:rPr>
          <w:lang w:eastAsia="zh-TW"/>
        </w:rPr>
      </w:pPr>
      <w:r w:rsidRPr="00C16D60">
        <w:rPr>
          <w:rFonts w:hint="eastAsia"/>
          <w:spacing w:val="24"/>
          <w:kern w:val="0"/>
          <w:fitText w:val="5880" w:id="-714910462"/>
          <w:lang w:eastAsia="zh-TW"/>
        </w:rPr>
        <w:t xml:space="preserve">徳島県立徳島科学技術高等学校　</w:t>
      </w:r>
      <w:r w:rsidRPr="00C16D60">
        <w:rPr>
          <w:rFonts w:hint="eastAsia"/>
          <w:spacing w:val="24"/>
          <w:fitText w:val="5880" w:id="-714910462"/>
          <w:lang w:eastAsia="zh-TW"/>
        </w:rPr>
        <w:t>校長　濵口　和</w:t>
      </w:r>
      <w:r w:rsidRPr="00C16D60">
        <w:rPr>
          <w:rFonts w:hint="eastAsia"/>
          <w:spacing w:val="-2"/>
          <w:fitText w:val="5880" w:id="-714910462"/>
          <w:lang w:eastAsia="zh-TW"/>
        </w:rPr>
        <w:t>弥</w:t>
      </w:r>
    </w:p>
    <w:p w14:paraId="64DB0A5D" w14:textId="707B4117" w:rsidR="00355F88" w:rsidRPr="00C16D60" w:rsidRDefault="00355F88" w:rsidP="00355F88">
      <w:pPr>
        <w:pStyle w:val="aff2"/>
        <w:wordWrap w:val="0"/>
        <w:rPr>
          <w:lang w:eastAsia="zh-TW"/>
        </w:rPr>
      </w:pPr>
    </w:p>
    <w:p w14:paraId="4229913D" w14:textId="77777777" w:rsidR="00355F88" w:rsidRPr="00D805C6" w:rsidRDefault="00355F88" w:rsidP="00355F88">
      <w:pPr>
        <w:pStyle w:val="aff2"/>
        <w:rPr>
          <w:lang w:eastAsia="zh-TW"/>
        </w:rPr>
      </w:pPr>
    </w:p>
    <w:p w14:paraId="4FB5A9E0" w14:textId="0F902A40" w:rsidR="00355F88" w:rsidRDefault="00355F88" w:rsidP="00355F88">
      <w:pPr>
        <w:pStyle w:val="af8"/>
      </w:pPr>
      <w:r>
        <w:rPr>
          <w:rFonts w:hint="eastAsia"/>
        </w:rPr>
        <w:t>第3</w:t>
      </w:r>
      <w:r w:rsidR="0039254B">
        <w:rPr>
          <w:rFonts w:hint="eastAsia"/>
        </w:rPr>
        <w:t>9</w:t>
      </w:r>
      <w:r>
        <w:rPr>
          <w:rFonts w:hint="eastAsia"/>
        </w:rPr>
        <w:t>回全国電子機械教育研究会総会並びに研究協議会の参加費として次のとおり請求します。</w:t>
      </w:r>
    </w:p>
    <w:p w14:paraId="0742D29E" w14:textId="77777777" w:rsidR="00355F88" w:rsidRPr="003834C7" w:rsidRDefault="00355F88" w:rsidP="00355F88">
      <w:pPr>
        <w:pStyle w:val="af8"/>
      </w:pPr>
    </w:p>
    <w:p w14:paraId="29969B84" w14:textId="77777777" w:rsidR="00355F88" w:rsidRPr="001321E7" w:rsidRDefault="00355F88" w:rsidP="00355F88">
      <w:pPr>
        <w:pStyle w:val="af8"/>
        <w:ind w:firstLine="320"/>
        <w:jc w:val="center"/>
        <w:rPr>
          <w:sz w:val="32"/>
          <w:szCs w:val="32"/>
          <w:u w:val="single"/>
        </w:rPr>
      </w:pPr>
      <w:r w:rsidRPr="001321E7">
        <w:rPr>
          <w:rFonts w:hint="eastAsia"/>
          <w:sz w:val="32"/>
          <w:szCs w:val="32"/>
          <w:u w:val="single"/>
        </w:rPr>
        <w:t>金　　，　　　　円</w:t>
      </w:r>
    </w:p>
    <w:p w14:paraId="11D8DF90" w14:textId="77777777" w:rsidR="00355F88" w:rsidRPr="003615D2" w:rsidRDefault="00355F88" w:rsidP="007B0867">
      <w:pPr>
        <w:pStyle w:val="1"/>
        <w:numPr>
          <w:ilvl w:val="0"/>
          <w:numId w:val="15"/>
        </w:numPr>
        <w:autoSpaceDE w:val="0"/>
        <w:autoSpaceDN w:val="0"/>
        <w:spacing w:before="291"/>
      </w:pPr>
      <w:r w:rsidRPr="007B0867">
        <w:rPr>
          <w:rFonts w:hint="eastAsia"/>
          <w:spacing w:val="105"/>
          <w:kern w:val="0"/>
          <w:fitText w:val="630" w:id="-1495455485"/>
        </w:rPr>
        <w:t>内</w:t>
      </w:r>
      <w:r w:rsidRPr="007B0867">
        <w:rPr>
          <w:rFonts w:hint="eastAsia"/>
          <w:kern w:val="0"/>
          <w:fitText w:val="630" w:id="-1495455485"/>
        </w:rPr>
        <w:t>訳</w:t>
      </w:r>
    </w:p>
    <w:tbl>
      <w:tblPr>
        <w:tblStyle w:val="ae"/>
        <w:tblW w:w="9355"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3118"/>
        <w:gridCol w:w="3118"/>
        <w:gridCol w:w="3119"/>
      </w:tblGrid>
      <w:tr w:rsidR="00355F88" w14:paraId="0DB11290" w14:textId="77777777" w:rsidTr="00313DD1">
        <w:trPr>
          <w:trHeight w:val="539"/>
        </w:trPr>
        <w:tc>
          <w:tcPr>
            <w:tcW w:w="3118" w:type="dxa"/>
            <w:vAlign w:val="center"/>
          </w:tcPr>
          <w:p w14:paraId="48054B2A" w14:textId="77777777" w:rsidR="00355F88" w:rsidRDefault="00355F88" w:rsidP="00313DD1">
            <w:pPr>
              <w:pStyle w:val="a1"/>
              <w:ind w:leftChars="0" w:left="0" w:firstLineChars="0" w:firstLine="0"/>
              <w:jc w:val="center"/>
            </w:pPr>
            <w:r>
              <w:rPr>
                <w:rFonts w:hint="eastAsia"/>
              </w:rPr>
              <w:t>参加者数</w:t>
            </w:r>
          </w:p>
        </w:tc>
        <w:tc>
          <w:tcPr>
            <w:tcW w:w="3118" w:type="dxa"/>
            <w:vAlign w:val="center"/>
          </w:tcPr>
          <w:p w14:paraId="0E215869" w14:textId="661B71A0" w:rsidR="00355F88" w:rsidRDefault="00F818E7" w:rsidP="00313DD1">
            <w:pPr>
              <w:pStyle w:val="a1"/>
              <w:ind w:leftChars="0" w:left="0" w:firstLineChars="0" w:firstLine="0"/>
              <w:jc w:val="center"/>
            </w:pPr>
            <w:r>
              <w:rPr>
                <w:rFonts w:hint="eastAsia"/>
              </w:rPr>
              <w:t>参加費（1名につき）</w:t>
            </w:r>
          </w:p>
        </w:tc>
        <w:tc>
          <w:tcPr>
            <w:tcW w:w="3119" w:type="dxa"/>
            <w:vAlign w:val="center"/>
          </w:tcPr>
          <w:p w14:paraId="304978EE" w14:textId="77777777" w:rsidR="00355F88" w:rsidRDefault="00355F88" w:rsidP="00313DD1">
            <w:pPr>
              <w:pStyle w:val="a1"/>
              <w:ind w:leftChars="0" w:left="0" w:firstLineChars="0" w:firstLine="0"/>
              <w:jc w:val="center"/>
            </w:pPr>
            <w:r>
              <w:rPr>
                <w:rFonts w:hint="eastAsia"/>
              </w:rPr>
              <w:t>金額</w:t>
            </w:r>
          </w:p>
        </w:tc>
      </w:tr>
      <w:tr w:rsidR="00355F88" w14:paraId="05561321" w14:textId="77777777" w:rsidTr="00313DD1">
        <w:trPr>
          <w:trHeight w:val="1553"/>
        </w:trPr>
        <w:tc>
          <w:tcPr>
            <w:tcW w:w="3118" w:type="dxa"/>
            <w:vAlign w:val="center"/>
          </w:tcPr>
          <w:p w14:paraId="5D21D875" w14:textId="77777777" w:rsidR="00355F88" w:rsidRDefault="00355F88" w:rsidP="00313DD1">
            <w:pPr>
              <w:pStyle w:val="a1"/>
              <w:wordWrap w:val="0"/>
              <w:ind w:leftChars="0" w:left="0" w:firstLineChars="0" w:firstLine="0"/>
              <w:jc w:val="right"/>
            </w:pPr>
            <w:r>
              <w:rPr>
                <w:rFonts w:hint="eastAsia"/>
              </w:rPr>
              <w:t xml:space="preserve">人　</w:t>
            </w:r>
          </w:p>
        </w:tc>
        <w:tc>
          <w:tcPr>
            <w:tcW w:w="3118" w:type="dxa"/>
            <w:vAlign w:val="center"/>
          </w:tcPr>
          <w:p w14:paraId="20897A32" w14:textId="61C49408" w:rsidR="00355F88" w:rsidRDefault="00F818E7" w:rsidP="00313DD1">
            <w:pPr>
              <w:pStyle w:val="a1"/>
              <w:ind w:leftChars="0" w:left="0" w:firstLineChars="0" w:firstLine="0"/>
              <w:jc w:val="center"/>
            </w:pPr>
            <w:r>
              <w:rPr>
                <w:rFonts w:hint="eastAsia"/>
              </w:rPr>
              <w:t>２，０００円</w:t>
            </w:r>
          </w:p>
        </w:tc>
        <w:tc>
          <w:tcPr>
            <w:tcW w:w="3119" w:type="dxa"/>
            <w:vAlign w:val="center"/>
          </w:tcPr>
          <w:p w14:paraId="55219B77" w14:textId="77777777" w:rsidR="00355F88" w:rsidRDefault="00355F88" w:rsidP="00313DD1">
            <w:pPr>
              <w:pStyle w:val="a1"/>
              <w:wordWrap w:val="0"/>
              <w:ind w:leftChars="0" w:left="0" w:firstLineChars="0" w:firstLine="0"/>
              <w:jc w:val="right"/>
            </w:pPr>
            <w:r>
              <w:rPr>
                <w:rFonts w:hint="eastAsia"/>
              </w:rPr>
              <w:t xml:space="preserve">円　</w:t>
            </w:r>
          </w:p>
        </w:tc>
      </w:tr>
    </w:tbl>
    <w:p w14:paraId="522885DF" w14:textId="77777777" w:rsidR="00355F88" w:rsidRDefault="00355F88" w:rsidP="00355F88">
      <w:pPr>
        <w:pStyle w:val="a1"/>
      </w:pPr>
    </w:p>
    <w:p w14:paraId="77A48E48" w14:textId="77777777" w:rsidR="00355F88" w:rsidRDefault="00355F88" w:rsidP="007B0867">
      <w:pPr>
        <w:pStyle w:val="1"/>
        <w:numPr>
          <w:ilvl w:val="0"/>
          <w:numId w:val="15"/>
        </w:numPr>
        <w:spacing w:before="291"/>
        <w:ind w:left="2940" w:hanging="2940"/>
      </w:pPr>
      <w:r>
        <w:rPr>
          <w:rFonts w:hint="eastAsia"/>
          <w:kern w:val="0"/>
        </w:rPr>
        <w:t>振込先</w:t>
      </w:r>
    </w:p>
    <w:p w14:paraId="7EF34AED" w14:textId="77777777" w:rsidR="00355F88" w:rsidRDefault="00355F88" w:rsidP="00355F88">
      <w:pPr>
        <w:pStyle w:val="a1"/>
      </w:pPr>
      <w:r>
        <w:rPr>
          <w:rFonts w:hint="eastAsia"/>
        </w:rPr>
        <w:t>＜大会参加費・資料費の振込先＞</w:t>
      </w:r>
    </w:p>
    <w:tbl>
      <w:tblPr>
        <w:tblStyle w:val="ae"/>
        <w:tblW w:w="9349"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1559"/>
        <w:gridCol w:w="7790"/>
      </w:tblGrid>
      <w:tr w:rsidR="002251CA" w14:paraId="142D1C5F" w14:textId="77777777" w:rsidTr="002251CA">
        <w:tc>
          <w:tcPr>
            <w:tcW w:w="1559" w:type="dxa"/>
            <w:vAlign w:val="center"/>
          </w:tcPr>
          <w:p w14:paraId="568E6028" w14:textId="77777777" w:rsidR="002251CA" w:rsidRDefault="002251CA" w:rsidP="002251CA">
            <w:pPr>
              <w:pStyle w:val="af7"/>
            </w:pPr>
            <w:r>
              <w:rPr>
                <w:rFonts w:hint="eastAsia"/>
              </w:rPr>
              <w:t>金融機関名</w:t>
            </w:r>
          </w:p>
        </w:tc>
        <w:tc>
          <w:tcPr>
            <w:tcW w:w="7790" w:type="dxa"/>
            <w:vAlign w:val="center"/>
          </w:tcPr>
          <w:p w14:paraId="352B7B7C" w14:textId="77777777" w:rsidR="008837B5" w:rsidRPr="004B0193" w:rsidRDefault="008837B5" w:rsidP="008837B5">
            <w:pPr>
              <w:pStyle w:val="af7"/>
            </w:pPr>
            <w:r>
              <w:rPr>
                <w:rFonts w:hint="eastAsia"/>
              </w:rPr>
              <w:t>徳島大正</w:t>
            </w:r>
            <w:r w:rsidRPr="004B0193">
              <w:rPr>
                <w:rFonts w:hint="eastAsia"/>
              </w:rPr>
              <w:t>銀行　（金融機関コード：</w:t>
            </w:r>
            <w:r>
              <w:rPr>
                <w:rFonts w:hint="eastAsia"/>
              </w:rPr>
              <w:t xml:space="preserve">０５７２　</w:t>
            </w:r>
            <w:r w:rsidRPr="004B0193">
              <w:rPr>
                <w:rFonts w:hint="eastAsia"/>
              </w:rPr>
              <w:t>）</w:t>
            </w:r>
          </w:p>
          <w:p w14:paraId="72CD2864" w14:textId="602D1963" w:rsidR="002251CA" w:rsidRPr="00C64520" w:rsidRDefault="008837B5" w:rsidP="008837B5">
            <w:pPr>
              <w:pStyle w:val="af7"/>
              <w:rPr>
                <w:color w:val="FF0000"/>
                <w:lang w:eastAsia="zh-TW"/>
              </w:rPr>
            </w:pPr>
            <w:r>
              <w:rPr>
                <w:rFonts w:hint="eastAsia"/>
              </w:rPr>
              <w:t>矢三</w:t>
            </w:r>
            <w:r w:rsidRPr="004B0193">
              <w:rPr>
                <w:rFonts w:hint="eastAsia"/>
                <w:lang w:eastAsia="zh-TW"/>
              </w:rPr>
              <w:t>支店（店番：</w:t>
            </w:r>
            <w:r>
              <w:rPr>
                <w:rFonts w:hint="eastAsia"/>
              </w:rPr>
              <w:t>０５０</w:t>
            </w:r>
            <w:r w:rsidRPr="004B0193">
              <w:rPr>
                <w:rFonts w:hint="eastAsia"/>
                <w:lang w:eastAsia="zh-TW"/>
              </w:rPr>
              <w:t>）</w:t>
            </w:r>
          </w:p>
        </w:tc>
      </w:tr>
      <w:tr w:rsidR="002251CA" w14:paraId="1EE1B5E6" w14:textId="77777777" w:rsidTr="002251CA">
        <w:trPr>
          <w:trHeight w:val="495"/>
        </w:trPr>
        <w:tc>
          <w:tcPr>
            <w:tcW w:w="1559" w:type="dxa"/>
            <w:vAlign w:val="center"/>
          </w:tcPr>
          <w:p w14:paraId="21A62295" w14:textId="77777777" w:rsidR="002251CA" w:rsidRDefault="002251CA" w:rsidP="002251CA">
            <w:pPr>
              <w:pStyle w:val="af7"/>
            </w:pPr>
            <w:r>
              <w:rPr>
                <w:rFonts w:hint="eastAsia"/>
              </w:rPr>
              <w:t>口座番号</w:t>
            </w:r>
          </w:p>
        </w:tc>
        <w:tc>
          <w:tcPr>
            <w:tcW w:w="7790" w:type="dxa"/>
            <w:vAlign w:val="center"/>
          </w:tcPr>
          <w:p w14:paraId="0E167E28" w14:textId="345D8FE2" w:rsidR="002251CA" w:rsidRPr="00C64520" w:rsidRDefault="002251CA" w:rsidP="002251CA">
            <w:pPr>
              <w:pStyle w:val="af7"/>
              <w:rPr>
                <w:color w:val="FF0000"/>
              </w:rPr>
            </w:pPr>
            <w:r>
              <w:rPr>
                <w:rFonts w:hint="eastAsia"/>
              </w:rPr>
              <w:t>（普通）</w:t>
            </w:r>
            <w:r w:rsidR="008837B5">
              <w:rPr>
                <w:rFonts w:hint="eastAsia"/>
              </w:rPr>
              <w:t>８５９０４８６</w:t>
            </w:r>
          </w:p>
        </w:tc>
      </w:tr>
      <w:tr w:rsidR="002251CA" w14:paraId="33B0818B" w14:textId="77777777" w:rsidTr="002251CA">
        <w:trPr>
          <w:trHeight w:val="1410"/>
        </w:trPr>
        <w:tc>
          <w:tcPr>
            <w:tcW w:w="1559" w:type="dxa"/>
            <w:vAlign w:val="center"/>
          </w:tcPr>
          <w:p w14:paraId="540C0176" w14:textId="77777777" w:rsidR="002251CA" w:rsidRDefault="002251CA" w:rsidP="002251CA">
            <w:pPr>
              <w:pStyle w:val="af7"/>
            </w:pPr>
            <w:r>
              <w:rPr>
                <w:rFonts w:hint="eastAsia"/>
              </w:rPr>
              <w:t>口座名</w:t>
            </w:r>
          </w:p>
        </w:tc>
        <w:tc>
          <w:tcPr>
            <w:tcW w:w="7790" w:type="dxa"/>
            <w:vAlign w:val="center"/>
          </w:tcPr>
          <w:p w14:paraId="5E567F47" w14:textId="77777777" w:rsidR="008837B5" w:rsidRDefault="008837B5" w:rsidP="008837B5">
            <w:pPr>
              <w:pStyle w:val="af7"/>
            </w:pPr>
            <w:r>
              <w:rPr>
                <w:rFonts w:hint="eastAsia"/>
              </w:rPr>
              <w:t>ゼンコクデンシキカイキヨウイクケンキユウカイ</w:t>
            </w:r>
          </w:p>
          <w:p w14:paraId="375DA368" w14:textId="77777777" w:rsidR="008837B5" w:rsidRDefault="008837B5" w:rsidP="008837B5">
            <w:pPr>
              <w:pStyle w:val="af7"/>
            </w:pPr>
            <w:r>
              <w:rPr>
                <w:rFonts w:hint="eastAsia"/>
              </w:rPr>
              <w:t>全国電子機械教育研究会</w:t>
            </w:r>
          </w:p>
          <w:p w14:paraId="1E5293BE" w14:textId="77777777" w:rsidR="008837B5" w:rsidRDefault="008837B5" w:rsidP="008837B5">
            <w:pPr>
              <w:pStyle w:val="af7"/>
            </w:pPr>
            <w:r>
              <w:rPr>
                <w:rFonts w:hint="eastAsia"/>
              </w:rPr>
              <w:t>ジツコウイインチョウ</w:t>
            </w:r>
            <w:r w:rsidRPr="006D1850">
              <w:rPr>
                <w:rFonts w:hint="eastAsia"/>
              </w:rPr>
              <w:t xml:space="preserve">　</w:t>
            </w:r>
            <w:r>
              <w:rPr>
                <w:rFonts w:hint="eastAsia"/>
              </w:rPr>
              <w:t>ハマグチ　カズヤ</w:t>
            </w:r>
          </w:p>
          <w:p w14:paraId="6742B03F" w14:textId="60FA9406" w:rsidR="002251CA" w:rsidRPr="00C64520" w:rsidRDefault="008837B5" w:rsidP="008837B5">
            <w:pPr>
              <w:pStyle w:val="af7"/>
              <w:rPr>
                <w:color w:val="FF0000"/>
                <w:lang w:eastAsia="zh-TW"/>
              </w:rPr>
            </w:pPr>
            <w:r>
              <w:rPr>
                <w:rFonts w:hint="eastAsia"/>
                <w:lang w:eastAsia="zh-TW"/>
              </w:rPr>
              <w:t>実行委員長</w:t>
            </w:r>
            <w:r w:rsidRPr="008E5AFF">
              <w:rPr>
                <w:rFonts w:hint="eastAsia"/>
                <w:lang w:eastAsia="zh-TW"/>
              </w:rPr>
              <w:t xml:space="preserve">　</w:t>
            </w:r>
            <w:r>
              <w:rPr>
                <w:rFonts w:hint="eastAsia"/>
                <w:lang w:eastAsia="zh-TW"/>
              </w:rPr>
              <w:t>濵口　和弥</w:t>
            </w:r>
          </w:p>
        </w:tc>
      </w:tr>
    </w:tbl>
    <w:p w14:paraId="15669168" w14:textId="77777777" w:rsidR="00355F88" w:rsidRDefault="00355F88" w:rsidP="007B0867">
      <w:pPr>
        <w:pStyle w:val="1"/>
        <w:numPr>
          <w:ilvl w:val="0"/>
          <w:numId w:val="15"/>
        </w:numPr>
        <w:tabs>
          <w:tab w:val="num" w:pos="435"/>
        </w:tabs>
        <w:spacing w:before="291"/>
        <w:ind w:left="2940" w:hanging="2940"/>
      </w:pPr>
      <w:r w:rsidRPr="00031A0B">
        <w:rPr>
          <w:rFonts w:hint="eastAsia"/>
        </w:rPr>
        <w:t>大会事務局</w:t>
      </w:r>
    </w:p>
    <w:p w14:paraId="65979A55" w14:textId="77777777" w:rsidR="00C16D60" w:rsidRDefault="00C16D60" w:rsidP="00C16D60">
      <w:pPr>
        <w:pStyle w:val="a1"/>
        <w:ind w:leftChars="0" w:left="417" w:firstLineChars="0" w:firstLine="0"/>
        <w:rPr>
          <w:lang w:eastAsia="zh-TW"/>
        </w:rPr>
      </w:pPr>
      <w:r>
        <w:rPr>
          <w:rFonts w:hint="eastAsia"/>
          <w:lang w:eastAsia="zh-TW"/>
        </w:rPr>
        <w:t>徳島県立徳島科学技術高等学校</w:t>
      </w:r>
    </w:p>
    <w:p w14:paraId="04089097" w14:textId="77777777" w:rsidR="00C16D60" w:rsidRDefault="00C16D60" w:rsidP="00C16D60">
      <w:pPr>
        <w:pStyle w:val="20"/>
        <w:ind w:left="1680" w:hangingChars="600" w:hanging="1260"/>
        <w:jc w:val="left"/>
      </w:pPr>
      <w:r w:rsidRPr="00BF4858">
        <w:rPr>
          <w:rFonts w:hint="eastAsia"/>
        </w:rPr>
        <w:t>〒</w:t>
      </w:r>
      <w:r w:rsidRPr="00996EC1">
        <w:t>7</w:t>
      </w:r>
      <w:r>
        <w:rPr>
          <w:rFonts w:hint="eastAsia"/>
        </w:rPr>
        <w:t>70-0006</w:t>
      </w:r>
      <w:r w:rsidRPr="00996EC1">
        <w:t xml:space="preserve">　</w:t>
      </w:r>
      <w:r>
        <w:rPr>
          <w:rFonts w:hint="eastAsia"/>
        </w:rPr>
        <w:t>徳島県徳島市北矢三町2丁目1番1号</w:t>
      </w:r>
      <w:r w:rsidRPr="00BF4858">
        <w:br/>
      </w:r>
      <w:r w:rsidRPr="00BF4858">
        <w:rPr>
          <w:rFonts w:hint="eastAsia"/>
        </w:rPr>
        <w:t>TEL</w:t>
      </w:r>
      <w:r w:rsidRPr="00BF4858">
        <w:t xml:space="preserve"> </w:t>
      </w:r>
      <w:r>
        <w:rPr>
          <w:rFonts w:hint="eastAsia"/>
        </w:rPr>
        <w:t>088-631-4185</w:t>
      </w:r>
      <w:r w:rsidRPr="00996EC1">
        <w:t xml:space="preserve">  FAX </w:t>
      </w:r>
      <w:r>
        <w:rPr>
          <w:rFonts w:hint="eastAsia"/>
        </w:rPr>
        <w:t>088-631-1110</w:t>
      </w:r>
    </w:p>
    <w:p w14:paraId="579F9EEF" w14:textId="77777777" w:rsidR="00C16D60" w:rsidRDefault="00C16D60" w:rsidP="00C16D60">
      <w:pPr>
        <w:pStyle w:val="20"/>
        <w:ind w:leftChars="0" w:left="417" w:firstLineChars="0" w:firstLine="0"/>
        <w:jc w:val="left"/>
      </w:pPr>
      <w:r w:rsidRPr="00BF4858">
        <w:rPr>
          <w:rFonts w:hint="eastAsia"/>
        </w:rPr>
        <w:t xml:space="preserve">担当　</w:t>
      </w:r>
      <w:r>
        <w:rPr>
          <w:rFonts w:hint="eastAsia"/>
        </w:rPr>
        <w:t>生産システムコース</w:t>
      </w:r>
      <w:r w:rsidRPr="00996EC1">
        <w:rPr>
          <w:rFonts w:hint="eastAsia"/>
        </w:rPr>
        <w:t xml:space="preserve">　</w:t>
      </w:r>
      <w:r>
        <w:rPr>
          <w:rFonts w:hint="eastAsia"/>
        </w:rPr>
        <w:t>阿部　正志</w:t>
      </w:r>
    </w:p>
    <w:p w14:paraId="21A12BDD" w14:textId="77777777" w:rsidR="00C16D60" w:rsidRPr="006C47EF" w:rsidRDefault="00C16D60" w:rsidP="00C16D60">
      <w:pPr>
        <w:pStyle w:val="20"/>
        <w:ind w:leftChars="0" w:left="417" w:firstLineChars="300" w:firstLine="630"/>
        <w:jc w:val="left"/>
      </w:pPr>
      <w:r>
        <w:t>e</w:t>
      </w:r>
      <w:r>
        <w:rPr>
          <w:rFonts w:hint="eastAsia"/>
        </w:rPr>
        <w:t>-</w:t>
      </w:r>
      <w:r w:rsidRPr="00BF4858">
        <w:rPr>
          <w:rFonts w:hint="eastAsia"/>
        </w:rPr>
        <w:t>mail</w:t>
      </w:r>
      <w:r w:rsidRPr="00BF4858">
        <w:t xml:space="preserve"> </w:t>
      </w:r>
      <w:r>
        <w:rPr>
          <w:rFonts w:hint="eastAsia"/>
        </w:rPr>
        <w:t>abe_masashi_1@mt.tokushima-ec.ed.jp</w:t>
      </w:r>
    </w:p>
    <w:p w14:paraId="714B5027" w14:textId="77777777" w:rsidR="00355F88" w:rsidRDefault="00355F88" w:rsidP="00355F88">
      <w:pPr>
        <w:widowControl/>
        <w:jc w:val="left"/>
        <w:rPr>
          <w:lang w:eastAsia="zh-TW"/>
        </w:rPr>
      </w:pPr>
      <w:r>
        <w:rPr>
          <w:lang w:eastAsia="zh-TW"/>
        </w:rPr>
        <w:br w:type="page"/>
      </w:r>
    </w:p>
    <w:p w14:paraId="61D6CFCD" w14:textId="77777777" w:rsidR="00355F88" w:rsidRPr="0050607F" w:rsidRDefault="00355F88" w:rsidP="00355F88">
      <w:pPr>
        <w:pStyle w:val="af6"/>
        <w:rPr>
          <w:sz w:val="40"/>
          <w:szCs w:val="40"/>
          <w:lang w:eastAsia="zh-TW"/>
        </w:rPr>
      </w:pPr>
      <w:r w:rsidRPr="0050607F">
        <w:rPr>
          <w:rFonts w:hint="eastAsia"/>
          <w:sz w:val="40"/>
          <w:szCs w:val="40"/>
          <w:lang w:eastAsia="zh-TW"/>
        </w:rPr>
        <w:lastRenderedPageBreak/>
        <w:t>請</w:t>
      </w:r>
      <w:r>
        <w:rPr>
          <w:rFonts w:hint="eastAsia"/>
          <w:sz w:val="40"/>
          <w:szCs w:val="40"/>
          <w:lang w:eastAsia="zh-TW"/>
        </w:rPr>
        <w:t xml:space="preserve">　</w:t>
      </w:r>
      <w:r w:rsidRPr="0050607F">
        <w:rPr>
          <w:rFonts w:hint="eastAsia"/>
          <w:sz w:val="40"/>
          <w:szCs w:val="40"/>
          <w:lang w:eastAsia="zh-TW"/>
        </w:rPr>
        <w:t>求</w:t>
      </w:r>
      <w:r>
        <w:rPr>
          <w:rFonts w:hint="eastAsia"/>
          <w:sz w:val="40"/>
          <w:szCs w:val="40"/>
          <w:lang w:eastAsia="zh-TW"/>
        </w:rPr>
        <w:t xml:space="preserve">　</w:t>
      </w:r>
      <w:r w:rsidRPr="0050607F">
        <w:rPr>
          <w:rFonts w:hint="eastAsia"/>
          <w:sz w:val="40"/>
          <w:szCs w:val="40"/>
          <w:lang w:eastAsia="zh-TW"/>
        </w:rPr>
        <w:t>書</w:t>
      </w:r>
    </w:p>
    <w:p w14:paraId="08EEE130" w14:textId="77777777" w:rsidR="00355F88" w:rsidRPr="0050607F" w:rsidRDefault="00355F88" w:rsidP="00355F88">
      <w:pPr>
        <w:pStyle w:val="aff0"/>
        <w:rPr>
          <w:lang w:eastAsia="zh-TW"/>
        </w:rPr>
      </w:pPr>
    </w:p>
    <w:p w14:paraId="4F41AFA0" w14:textId="2A528AF5" w:rsidR="00355F88" w:rsidRDefault="00355F88" w:rsidP="00355F88">
      <w:pPr>
        <w:pStyle w:val="aff0"/>
        <w:rPr>
          <w:lang w:eastAsia="zh-TW"/>
        </w:rPr>
      </w:pPr>
      <w:r>
        <w:rPr>
          <w:rFonts w:hint="eastAsia"/>
          <w:lang w:eastAsia="zh-TW"/>
        </w:rPr>
        <w:t xml:space="preserve">令和　</w:t>
      </w:r>
      <w:r w:rsidR="0039254B">
        <w:rPr>
          <w:rFonts w:hint="eastAsia"/>
          <w:lang w:eastAsia="zh-TW"/>
        </w:rPr>
        <w:t>７</w:t>
      </w:r>
      <w:r>
        <w:rPr>
          <w:rFonts w:hint="eastAsia"/>
          <w:lang w:eastAsia="zh-TW"/>
        </w:rPr>
        <w:t>年　　月　　日</w:t>
      </w:r>
    </w:p>
    <w:p w14:paraId="25FB6804" w14:textId="77777777" w:rsidR="00355F88" w:rsidRDefault="00355F88" w:rsidP="00355F88">
      <w:pPr>
        <w:pStyle w:val="aff0"/>
        <w:rPr>
          <w:lang w:eastAsia="zh-TW"/>
        </w:rPr>
      </w:pPr>
    </w:p>
    <w:p w14:paraId="38D22198" w14:textId="27FE8F8E" w:rsidR="00355F88" w:rsidRDefault="00355F88" w:rsidP="00355F88">
      <w:pPr>
        <w:pStyle w:val="aff1"/>
        <w:rPr>
          <w:lang w:eastAsia="zh-TW"/>
        </w:rPr>
      </w:pPr>
      <w:r>
        <w:rPr>
          <w:rFonts w:hint="eastAsia"/>
          <w:lang w:eastAsia="zh-TW"/>
        </w:rPr>
        <w:t>関係高等学校長　様</w:t>
      </w:r>
    </w:p>
    <w:p w14:paraId="705F8A46" w14:textId="77777777" w:rsidR="00355F88" w:rsidRDefault="00355F88" w:rsidP="00355F88">
      <w:pPr>
        <w:pStyle w:val="aff1"/>
        <w:rPr>
          <w:lang w:eastAsia="zh-TW"/>
        </w:rPr>
      </w:pPr>
    </w:p>
    <w:p w14:paraId="052A383F" w14:textId="77777777" w:rsidR="0039254B" w:rsidRDefault="0039254B" w:rsidP="0039254B">
      <w:pPr>
        <w:pStyle w:val="aff1"/>
        <w:rPr>
          <w:lang w:eastAsia="zh-TW"/>
        </w:rPr>
      </w:pPr>
    </w:p>
    <w:p w14:paraId="04515B7E" w14:textId="77777777" w:rsidR="00C16D60" w:rsidRPr="003843B1" w:rsidRDefault="00C16D60" w:rsidP="00C16D60">
      <w:pPr>
        <w:pStyle w:val="aff2"/>
        <w:ind w:leftChars="100" w:firstLineChars="800" w:firstLine="2240"/>
        <w:jc w:val="left"/>
        <w:rPr>
          <w:kern w:val="0"/>
        </w:rPr>
      </w:pPr>
      <w:r w:rsidRPr="00C16D60">
        <w:rPr>
          <w:rFonts w:hint="eastAsia"/>
          <w:spacing w:val="35"/>
          <w:kern w:val="0"/>
          <w:fitText w:val="4410" w:id="-714910461"/>
        </w:rPr>
        <w:t>令和７年度全国電子機械教育研究</w:t>
      </w:r>
      <w:r w:rsidRPr="00C16D60">
        <w:rPr>
          <w:rFonts w:hint="eastAsia"/>
          <w:kern w:val="0"/>
          <w:fitText w:val="4410" w:id="-714910461"/>
        </w:rPr>
        <w:t>会</w:t>
      </w:r>
    </w:p>
    <w:p w14:paraId="402F9CC2" w14:textId="77777777" w:rsidR="00C16D60" w:rsidRDefault="00C16D60" w:rsidP="00C16D60">
      <w:pPr>
        <w:pStyle w:val="aff2"/>
      </w:pPr>
      <w:r w:rsidRPr="00C16D60">
        <w:rPr>
          <w:rFonts w:hint="eastAsia"/>
          <w:spacing w:val="37"/>
          <w:kern w:val="0"/>
          <w:fitText w:val="5880" w:id="-714910460"/>
        </w:rPr>
        <w:t>第</w:t>
      </w:r>
      <w:r w:rsidRPr="00C16D60">
        <w:rPr>
          <w:spacing w:val="37"/>
          <w:kern w:val="0"/>
          <w:fitText w:val="5880" w:id="-714910460"/>
        </w:rPr>
        <w:t>3</w:t>
      </w:r>
      <w:r w:rsidRPr="00C16D60">
        <w:rPr>
          <w:rFonts w:hint="eastAsia"/>
          <w:spacing w:val="37"/>
          <w:kern w:val="0"/>
          <w:fitText w:val="5880" w:id="-714910460"/>
        </w:rPr>
        <w:t>9</w:t>
      </w:r>
      <w:r w:rsidRPr="00C16D60">
        <w:rPr>
          <w:spacing w:val="37"/>
          <w:kern w:val="0"/>
          <w:fitText w:val="5880" w:id="-714910460"/>
        </w:rPr>
        <w:t>回総会・研究協議会(</w:t>
      </w:r>
      <w:r w:rsidRPr="00C16D60">
        <w:rPr>
          <w:rFonts w:hint="eastAsia"/>
          <w:spacing w:val="37"/>
          <w:kern w:val="0"/>
          <w:fitText w:val="5880" w:id="-714910460"/>
        </w:rPr>
        <w:t>徳島</w:t>
      </w:r>
      <w:r w:rsidRPr="00C16D60">
        <w:rPr>
          <w:spacing w:val="37"/>
          <w:kern w:val="0"/>
          <w:fitText w:val="5880" w:id="-714910460"/>
        </w:rPr>
        <w:t>大会)実行委員</w:t>
      </w:r>
      <w:r w:rsidRPr="00C16D60">
        <w:rPr>
          <w:spacing w:val="-5"/>
          <w:kern w:val="0"/>
          <w:fitText w:val="5880" w:id="-714910460"/>
        </w:rPr>
        <w:t>長</w:t>
      </w:r>
    </w:p>
    <w:p w14:paraId="7D9D89DA" w14:textId="77777777" w:rsidR="00C16D60" w:rsidRPr="00D9229A" w:rsidRDefault="00C16D60" w:rsidP="00C16D60">
      <w:pPr>
        <w:pStyle w:val="aff2"/>
        <w:ind w:left="742" w:hanging="322"/>
        <w:rPr>
          <w:lang w:eastAsia="zh-TW"/>
        </w:rPr>
      </w:pPr>
      <w:r w:rsidRPr="00C16D60">
        <w:rPr>
          <w:rFonts w:hint="eastAsia"/>
          <w:spacing w:val="24"/>
          <w:kern w:val="0"/>
          <w:fitText w:val="5880" w:id="-714910459"/>
          <w:lang w:eastAsia="zh-TW"/>
        </w:rPr>
        <w:t xml:space="preserve">徳島県立徳島科学技術高等学校　</w:t>
      </w:r>
      <w:r w:rsidRPr="00C16D60">
        <w:rPr>
          <w:rFonts w:hint="eastAsia"/>
          <w:spacing w:val="24"/>
          <w:fitText w:val="5880" w:id="-714910459"/>
          <w:lang w:eastAsia="zh-TW"/>
        </w:rPr>
        <w:t>校長　濵口　和</w:t>
      </w:r>
      <w:r w:rsidRPr="00C16D60">
        <w:rPr>
          <w:rFonts w:hint="eastAsia"/>
          <w:spacing w:val="-2"/>
          <w:fitText w:val="5880" w:id="-714910459"/>
          <w:lang w:eastAsia="zh-TW"/>
        </w:rPr>
        <w:t>弥</w:t>
      </w:r>
    </w:p>
    <w:p w14:paraId="3849EDFF" w14:textId="497F7285" w:rsidR="00355F88" w:rsidRPr="00C16D60" w:rsidRDefault="00355F88" w:rsidP="00355F88">
      <w:pPr>
        <w:pStyle w:val="aff2"/>
        <w:wordWrap w:val="0"/>
        <w:rPr>
          <w:lang w:eastAsia="zh-TW"/>
        </w:rPr>
      </w:pPr>
    </w:p>
    <w:p w14:paraId="073C2DAD" w14:textId="77777777" w:rsidR="00355F88" w:rsidRPr="00D805C6" w:rsidRDefault="00355F88" w:rsidP="00355F88">
      <w:pPr>
        <w:pStyle w:val="aff2"/>
        <w:rPr>
          <w:lang w:eastAsia="zh-TW"/>
        </w:rPr>
      </w:pPr>
    </w:p>
    <w:p w14:paraId="2AB0F7C0" w14:textId="037B398F" w:rsidR="00355F88" w:rsidRDefault="00355F88" w:rsidP="00355F88">
      <w:pPr>
        <w:pStyle w:val="af8"/>
      </w:pPr>
      <w:r>
        <w:rPr>
          <w:rFonts w:hint="eastAsia"/>
        </w:rPr>
        <w:t>第3</w:t>
      </w:r>
      <w:r w:rsidR="0039254B">
        <w:rPr>
          <w:rFonts w:hint="eastAsia"/>
        </w:rPr>
        <w:t>9</w:t>
      </w:r>
      <w:r>
        <w:rPr>
          <w:rFonts w:hint="eastAsia"/>
        </w:rPr>
        <w:t>回全国電子機械教育研究会総会並びに研究協議会の資料費として次のとおり請求します。</w:t>
      </w:r>
    </w:p>
    <w:p w14:paraId="621D598A" w14:textId="77777777" w:rsidR="00355F88" w:rsidRPr="003834C7" w:rsidRDefault="00355F88" w:rsidP="00355F88">
      <w:pPr>
        <w:pStyle w:val="af8"/>
      </w:pPr>
    </w:p>
    <w:p w14:paraId="1B00E657" w14:textId="77777777" w:rsidR="00355F88" w:rsidRPr="001321E7" w:rsidRDefault="00355F88" w:rsidP="00355F88">
      <w:pPr>
        <w:pStyle w:val="af8"/>
        <w:ind w:firstLine="320"/>
        <w:jc w:val="center"/>
        <w:rPr>
          <w:sz w:val="32"/>
          <w:szCs w:val="32"/>
          <w:u w:val="single"/>
        </w:rPr>
      </w:pPr>
      <w:r w:rsidRPr="001321E7">
        <w:rPr>
          <w:rFonts w:hint="eastAsia"/>
          <w:sz w:val="32"/>
          <w:szCs w:val="32"/>
          <w:u w:val="single"/>
        </w:rPr>
        <w:t>金　　，　　　　円</w:t>
      </w:r>
    </w:p>
    <w:p w14:paraId="0C915DF7" w14:textId="77777777" w:rsidR="00355F88" w:rsidRPr="003615D2" w:rsidRDefault="00355F88" w:rsidP="00B46D8F">
      <w:pPr>
        <w:pStyle w:val="1"/>
        <w:numPr>
          <w:ilvl w:val="0"/>
          <w:numId w:val="16"/>
        </w:numPr>
        <w:autoSpaceDE w:val="0"/>
        <w:autoSpaceDN w:val="0"/>
        <w:spacing w:before="291"/>
      </w:pPr>
      <w:r w:rsidRPr="00355F88">
        <w:rPr>
          <w:rFonts w:hint="eastAsia"/>
          <w:spacing w:val="105"/>
          <w:kern w:val="0"/>
          <w:fitText w:val="630" w:id="-1495455481"/>
        </w:rPr>
        <w:t>内</w:t>
      </w:r>
      <w:r w:rsidRPr="00355F88">
        <w:rPr>
          <w:rFonts w:hint="eastAsia"/>
          <w:kern w:val="0"/>
          <w:fitText w:val="630" w:id="-1495455481"/>
        </w:rPr>
        <w:t>訳</w:t>
      </w:r>
    </w:p>
    <w:tbl>
      <w:tblPr>
        <w:tblStyle w:val="ae"/>
        <w:tblW w:w="9355"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3118"/>
        <w:gridCol w:w="3118"/>
        <w:gridCol w:w="3119"/>
      </w:tblGrid>
      <w:tr w:rsidR="00355F88" w14:paraId="439C0ED4" w14:textId="77777777" w:rsidTr="00313DD1">
        <w:trPr>
          <w:trHeight w:val="539"/>
        </w:trPr>
        <w:tc>
          <w:tcPr>
            <w:tcW w:w="3118" w:type="dxa"/>
            <w:vAlign w:val="center"/>
          </w:tcPr>
          <w:p w14:paraId="3FCE95B6" w14:textId="77777777" w:rsidR="00355F88" w:rsidRDefault="00355F88" w:rsidP="00313DD1">
            <w:pPr>
              <w:pStyle w:val="a1"/>
              <w:ind w:leftChars="0" w:left="0" w:firstLineChars="0" w:firstLine="0"/>
              <w:jc w:val="center"/>
            </w:pPr>
            <w:r>
              <w:rPr>
                <w:rFonts w:hint="eastAsia"/>
              </w:rPr>
              <w:t>参加者数</w:t>
            </w:r>
          </w:p>
        </w:tc>
        <w:tc>
          <w:tcPr>
            <w:tcW w:w="3118" w:type="dxa"/>
            <w:vAlign w:val="center"/>
          </w:tcPr>
          <w:p w14:paraId="73523DCE" w14:textId="114C6ADE" w:rsidR="00355F88" w:rsidRDefault="002F1145" w:rsidP="00313DD1">
            <w:pPr>
              <w:pStyle w:val="a1"/>
              <w:ind w:leftChars="0" w:left="0" w:firstLineChars="0" w:firstLine="0"/>
              <w:jc w:val="center"/>
            </w:pPr>
            <w:r>
              <w:rPr>
                <w:rFonts w:hint="eastAsia"/>
              </w:rPr>
              <w:t>資料費（１名につき）</w:t>
            </w:r>
          </w:p>
        </w:tc>
        <w:tc>
          <w:tcPr>
            <w:tcW w:w="3119" w:type="dxa"/>
            <w:vAlign w:val="center"/>
          </w:tcPr>
          <w:p w14:paraId="351A0E1C" w14:textId="77777777" w:rsidR="00355F88" w:rsidRDefault="00355F88" w:rsidP="00313DD1">
            <w:pPr>
              <w:pStyle w:val="a1"/>
              <w:ind w:leftChars="0" w:left="0" w:firstLineChars="0" w:firstLine="0"/>
              <w:jc w:val="center"/>
            </w:pPr>
            <w:r>
              <w:rPr>
                <w:rFonts w:hint="eastAsia"/>
              </w:rPr>
              <w:t>金額</w:t>
            </w:r>
          </w:p>
        </w:tc>
      </w:tr>
      <w:tr w:rsidR="00355F88" w14:paraId="048370A3" w14:textId="77777777" w:rsidTr="00313DD1">
        <w:trPr>
          <w:trHeight w:val="1553"/>
        </w:trPr>
        <w:tc>
          <w:tcPr>
            <w:tcW w:w="3118" w:type="dxa"/>
            <w:vAlign w:val="center"/>
          </w:tcPr>
          <w:p w14:paraId="54F1BFDE" w14:textId="77777777" w:rsidR="00355F88" w:rsidRDefault="00355F88" w:rsidP="00313DD1">
            <w:pPr>
              <w:pStyle w:val="a1"/>
              <w:wordWrap w:val="0"/>
              <w:ind w:leftChars="0" w:left="0" w:firstLineChars="0" w:firstLine="0"/>
              <w:jc w:val="right"/>
            </w:pPr>
            <w:r>
              <w:rPr>
                <w:rFonts w:hint="eastAsia"/>
              </w:rPr>
              <w:t xml:space="preserve">人　</w:t>
            </w:r>
          </w:p>
        </w:tc>
        <w:tc>
          <w:tcPr>
            <w:tcW w:w="3118" w:type="dxa"/>
            <w:vAlign w:val="center"/>
          </w:tcPr>
          <w:p w14:paraId="18A8BDBD" w14:textId="2FE98DA4" w:rsidR="00355F88" w:rsidRDefault="002F1145" w:rsidP="00313DD1">
            <w:pPr>
              <w:pStyle w:val="a1"/>
              <w:ind w:leftChars="0" w:left="0" w:firstLineChars="0" w:firstLine="0"/>
              <w:jc w:val="center"/>
            </w:pPr>
            <w:r>
              <w:rPr>
                <w:rFonts w:hint="eastAsia"/>
              </w:rPr>
              <w:t>１，０００円</w:t>
            </w:r>
          </w:p>
        </w:tc>
        <w:tc>
          <w:tcPr>
            <w:tcW w:w="3119" w:type="dxa"/>
            <w:vAlign w:val="center"/>
          </w:tcPr>
          <w:p w14:paraId="1C83BA01" w14:textId="77777777" w:rsidR="00355F88" w:rsidRDefault="00355F88" w:rsidP="00313DD1">
            <w:pPr>
              <w:pStyle w:val="a1"/>
              <w:wordWrap w:val="0"/>
              <w:ind w:leftChars="0" w:left="0" w:firstLineChars="0" w:firstLine="0"/>
              <w:jc w:val="right"/>
            </w:pPr>
            <w:r>
              <w:rPr>
                <w:rFonts w:hint="eastAsia"/>
              </w:rPr>
              <w:t xml:space="preserve">円　</w:t>
            </w:r>
          </w:p>
        </w:tc>
      </w:tr>
    </w:tbl>
    <w:p w14:paraId="4184E080" w14:textId="77777777" w:rsidR="00355F88" w:rsidRDefault="00355F88" w:rsidP="00355F88">
      <w:pPr>
        <w:pStyle w:val="a1"/>
      </w:pPr>
    </w:p>
    <w:p w14:paraId="21A56CB0" w14:textId="77777777" w:rsidR="00355F88" w:rsidRDefault="00355F88" w:rsidP="00B46D8F">
      <w:pPr>
        <w:pStyle w:val="1"/>
        <w:numPr>
          <w:ilvl w:val="0"/>
          <w:numId w:val="16"/>
        </w:numPr>
        <w:spacing w:before="291"/>
        <w:ind w:left="2940" w:hanging="2940"/>
      </w:pPr>
      <w:r>
        <w:rPr>
          <w:rFonts w:hint="eastAsia"/>
          <w:kern w:val="0"/>
        </w:rPr>
        <w:t>振込先</w:t>
      </w:r>
    </w:p>
    <w:p w14:paraId="62475BC6" w14:textId="77777777" w:rsidR="00355F88" w:rsidRDefault="00355F88" w:rsidP="00355F88">
      <w:pPr>
        <w:pStyle w:val="a1"/>
      </w:pPr>
      <w:r>
        <w:rPr>
          <w:rFonts w:hint="eastAsia"/>
        </w:rPr>
        <w:t>＜大会参加費・資料費の振込先＞</w:t>
      </w:r>
    </w:p>
    <w:tbl>
      <w:tblPr>
        <w:tblStyle w:val="ae"/>
        <w:tblW w:w="9349"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1559"/>
        <w:gridCol w:w="7790"/>
      </w:tblGrid>
      <w:tr w:rsidR="002251CA" w14:paraId="656A9A1F" w14:textId="77777777" w:rsidTr="002251CA">
        <w:tc>
          <w:tcPr>
            <w:tcW w:w="1559" w:type="dxa"/>
            <w:vAlign w:val="center"/>
          </w:tcPr>
          <w:p w14:paraId="6698B1D7" w14:textId="77777777" w:rsidR="002251CA" w:rsidRDefault="002251CA" w:rsidP="002251CA">
            <w:pPr>
              <w:pStyle w:val="af7"/>
            </w:pPr>
            <w:r>
              <w:rPr>
                <w:rFonts w:hint="eastAsia"/>
              </w:rPr>
              <w:t>金融機関名</w:t>
            </w:r>
          </w:p>
        </w:tc>
        <w:tc>
          <w:tcPr>
            <w:tcW w:w="7790" w:type="dxa"/>
            <w:vAlign w:val="center"/>
          </w:tcPr>
          <w:p w14:paraId="21E0DD83" w14:textId="77777777" w:rsidR="0039254B" w:rsidRPr="004B0193" w:rsidRDefault="0039254B" w:rsidP="0039254B">
            <w:pPr>
              <w:pStyle w:val="af7"/>
            </w:pPr>
            <w:r>
              <w:rPr>
                <w:rFonts w:hint="eastAsia"/>
              </w:rPr>
              <w:t>徳島大正</w:t>
            </w:r>
            <w:r w:rsidRPr="004B0193">
              <w:rPr>
                <w:rFonts w:hint="eastAsia"/>
              </w:rPr>
              <w:t>銀行　（金融機関コード：</w:t>
            </w:r>
            <w:r>
              <w:rPr>
                <w:rFonts w:hint="eastAsia"/>
              </w:rPr>
              <w:t xml:space="preserve">０５７２　</w:t>
            </w:r>
            <w:r w:rsidRPr="004B0193">
              <w:rPr>
                <w:rFonts w:hint="eastAsia"/>
              </w:rPr>
              <w:t>）</w:t>
            </w:r>
          </w:p>
          <w:p w14:paraId="3BF29363" w14:textId="4A9EB059" w:rsidR="002251CA" w:rsidRPr="00C64520" w:rsidRDefault="0039254B" w:rsidP="0039254B">
            <w:pPr>
              <w:pStyle w:val="af7"/>
              <w:rPr>
                <w:color w:val="FF0000"/>
                <w:lang w:eastAsia="zh-TW"/>
              </w:rPr>
            </w:pPr>
            <w:r>
              <w:rPr>
                <w:rFonts w:hint="eastAsia"/>
              </w:rPr>
              <w:t>矢三</w:t>
            </w:r>
            <w:r w:rsidRPr="004B0193">
              <w:rPr>
                <w:rFonts w:hint="eastAsia"/>
                <w:lang w:eastAsia="zh-TW"/>
              </w:rPr>
              <w:t>支店（店番：</w:t>
            </w:r>
            <w:r>
              <w:rPr>
                <w:rFonts w:hint="eastAsia"/>
              </w:rPr>
              <w:t>０５０</w:t>
            </w:r>
            <w:r w:rsidRPr="004B0193">
              <w:rPr>
                <w:rFonts w:hint="eastAsia"/>
                <w:lang w:eastAsia="zh-TW"/>
              </w:rPr>
              <w:t>）</w:t>
            </w:r>
          </w:p>
        </w:tc>
      </w:tr>
      <w:tr w:rsidR="002251CA" w14:paraId="7B65DB69" w14:textId="77777777" w:rsidTr="002251CA">
        <w:trPr>
          <w:trHeight w:val="495"/>
        </w:trPr>
        <w:tc>
          <w:tcPr>
            <w:tcW w:w="1559" w:type="dxa"/>
            <w:vAlign w:val="center"/>
          </w:tcPr>
          <w:p w14:paraId="45A771B3" w14:textId="77777777" w:rsidR="002251CA" w:rsidRDefault="002251CA" w:rsidP="002251CA">
            <w:pPr>
              <w:pStyle w:val="af7"/>
            </w:pPr>
            <w:r>
              <w:rPr>
                <w:rFonts w:hint="eastAsia"/>
              </w:rPr>
              <w:t>口座番号</w:t>
            </w:r>
          </w:p>
        </w:tc>
        <w:tc>
          <w:tcPr>
            <w:tcW w:w="7790" w:type="dxa"/>
            <w:vAlign w:val="center"/>
          </w:tcPr>
          <w:p w14:paraId="61BB5657" w14:textId="1159779D" w:rsidR="002251CA" w:rsidRPr="00C64520" w:rsidRDefault="0039254B" w:rsidP="002251CA">
            <w:pPr>
              <w:pStyle w:val="af7"/>
              <w:rPr>
                <w:color w:val="FF0000"/>
              </w:rPr>
            </w:pPr>
            <w:r>
              <w:rPr>
                <w:rFonts w:hint="eastAsia"/>
              </w:rPr>
              <w:t>（普通）８５９０４８６</w:t>
            </w:r>
          </w:p>
        </w:tc>
      </w:tr>
      <w:tr w:rsidR="002251CA" w14:paraId="3EB80429" w14:textId="77777777" w:rsidTr="002251CA">
        <w:trPr>
          <w:trHeight w:val="1410"/>
        </w:trPr>
        <w:tc>
          <w:tcPr>
            <w:tcW w:w="1559" w:type="dxa"/>
            <w:vAlign w:val="center"/>
          </w:tcPr>
          <w:p w14:paraId="0D9F42BC" w14:textId="77777777" w:rsidR="002251CA" w:rsidRDefault="002251CA" w:rsidP="002251CA">
            <w:pPr>
              <w:pStyle w:val="af7"/>
            </w:pPr>
            <w:r>
              <w:rPr>
                <w:rFonts w:hint="eastAsia"/>
              </w:rPr>
              <w:t>口座名</w:t>
            </w:r>
          </w:p>
        </w:tc>
        <w:tc>
          <w:tcPr>
            <w:tcW w:w="7790" w:type="dxa"/>
            <w:vAlign w:val="center"/>
          </w:tcPr>
          <w:p w14:paraId="419E6172" w14:textId="77777777" w:rsidR="0039254B" w:rsidRDefault="0039254B" w:rsidP="0039254B">
            <w:pPr>
              <w:pStyle w:val="af7"/>
            </w:pPr>
            <w:r>
              <w:rPr>
                <w:rFonts w:hint="eastAsia"/>
              </w:rPr>
              <w:t>ゼンコクデンシキカイキヨウイクケンキユウカイ</w:t>
            </w:r>
          </w:p>
          <w:p w14:paraId="740D32C5" w14:textId="77777777" w:rsidR="0039254B" w:rsidRDefault="0039254B" w:rsidP="0039254B">
            <w:pPr>
              <w:pStyle w:val="af7"/>
            </w:pPr>
            <w:r>
              <w:rPr>
                <w:rFonts w:hint="eastAsia"/>
              </w:rPr>
              <w:t>全国電子機械教育研究会</w:t>
            </w:r>
          </w:p>
          <w:p w14:paraId="3961A009" w14:textId="77777777" w:rsidR="0039254B" w:rsidRDefault="0039254B" w:rsidP="0039254B">
            <w:pPr>
              <w:pStyle w:val="af7"/>
            </w:pPr>
            <w:r>
              <w:rPr>
                <w:rFonts w:hint="eastAsia"/>
              </w:rPr>
              <w:t>ジツコウイインチョウ</w:t>
            </w:r>
            <w:r w:rsidRPr="006D1850">
              <w:rPr>
                <w:rFonts w:hint="eastAsia"/>
              </w:rPr>
              <w:t xml:space="preserve">　</w:t>
            </w:r>
            <w:r>
              <w:rPr>
                <w:rFonts w:hint="eastAsia"/>
              </w:rPr>
              <w:t>ハマグチ　カズヤ</w:t>
            </w:r>
          </w:p>
          <w:p w14:paraId="00391F2D" w14:textId="71454578" w:rsidR="002251CA" w:rsidRPr="00C64520" w:rsidRDefault="0039254B" w:rsidP="0039254B">
            <w:pPr>
              <w:pStyle w:val="af7"/>
              <w:rPr>
                <w:color w:val="FF0000"/>
                <w:lang w:eastAsia="zh-TW"/>
              </w:rPr>
            </w:pPr>
            <w:r>
              <w:rPr>
                <w:rFonts w:hint="eastAsia"/>
                <w:lang w:eastAsia="zh-TW"/>
              </w:rPr>
              <w:t>実行委員長</w:t>
            </w:r>
            <w:r w:rsidRPr="008E5AFF">
              <w:rPr>
                <w:rFonts w:hint="eastAsia"/>
                <w:lang w:eastAsia="zh-TW"/>
              </w:rPr>
              <w:t xml:space="preserve">　</w:t>
            </w:r>
            <w:r>
              <w:rPr>
                <w:rFonts w:hint="eastAsia"/>
                <w:lang w:eastAsia="zh-TW"/>
              </w:rPr>
              <w:t>濵口　和弥</w:t>
            </w:r>
          </w:p>
        </w:tc>
      </w:tr>
    </w:tbl>
    <w:p w14:paraId="3484622D" w14:textId="77777777" w:rsidR="00355F88" w:rsidRDefault="00355F88" w:rsidP="00B46D8F">
      <w:pPr>
        <w:pStyle w:val="1"/>
        <w:numPr>
          <w:ilvl w:val="0"/>
          <w:numId w:val="16"/>
        </w:numPr>
        <w:spacing w:before="291"/>
        <w:ind w:left="2940" w:hanging="2940"/>
      </w:pPr>
      <w:r w:rsidRPr="00031A0B">
        <w:rPr>
          <w:rFonts w:hint="eastAsia"/>
        </w:rPr>
        <w:t>大会事務局</w:t>
      </w:r>
    </w:p>
    <w:p w14:paraId="6BEF69F8" w14:textId="77777777" w:rsidR="00C16D60" w:rsidRDefault="00C16D60" w:rsidP="00C16D60">
      <w:pPr>
        <w:pStyle w:val="a1"/>
        <w:ind w:leftChars="0" w:left="417" w:firstLineChars="0" w:firstLine="0"/>
        <w:rPr>
          <w:lang w:eastAsia="zh-TW"/>
        </w:rPr>
      </w:pPr>
      <w:r>
        <w:rPr>
          <w:rFonts w:hint="eastAsia"/>
          <w:lang w:eastAsia="zh-TW"/>
        </w:rPr>
        <w:t>徳島県立徳島科学技術高等学校</w:t>
      </w:r>
    </w:p>
    <w:p w14:paraId="0B86A415" w14:textId="77777777" w:rsidR="00C16D60" w:rsidRDefault="00C16D60" w:rsidP="00C16D60">
      <w:pPr>
        <w:pStyle w:val="20"/>
        <w:ind w:left="1680" w:hangingChars="600" w:hanging="1260"/>
        <w:jc w:val="left"/>
      </w:pPr>
      <w:r w:rsidRPr="00BF4858">
        <w:rPr>
          <w:rFonts w:hint="eastAsia"/>
        </w:rPr>
        <w:t>〒</w:t>
      </w:r>
      <w:r w:rsidRPr="00996EC1">
        <w:t>7</w:t>
      </w:r>
      <w:r>
        <w:rPr>
          <w:rFonts w:hint="eastAsia"/>
        </w:rPr>
        <w:t>70-0006</w:t>
      </w:r>
      <w:r w:rsidRPr="00996EC1">
        <w:t xml:space="preserve">　</w:t>
      </w:r>
      <w:r>
        <w:rPr>
          <w:rFonts w:hint="eastAsia"/>
        </w:rPr>
        <w:t>徳島県徳島市北矢三町2丁目1番1号</w:t>
      </w:r>
      <w:r w:rsidRPr="00BF4858">
        <w:br/>
      </w:r>
      <w:r w:rsidRPr="00BF4858">
        <w:rPr>
          <w:rFonts w:hint="eastAsia"/>
        </w:rPr>
        <w:t>TEL</w:t>
      </w:r>
      <w:r w:rsidRPr="00BF4858">
        <w:t xml:space="preserve"> </w:t>
      </w:r>
      <w:r>
        <w:rPr>
          <w:rFonts w:hint="eastAsia"/>
        </w:rPr>
        <w:t>088-631-4185</w:t>
      </w:r>
      <w:r w:rsidRPr="00996EC1">
        <w:t xml:space="preserve">  FAX </w:t>
      </w:r>
      <w:r>
        <w:rPr>
          <w:rFonts w:hint="eastAsia"/>
        </w:rPr>
        <w:t>088-631-1110</w:t>
      </w:r>
    </w:p>
    <w:p w14:paraId="44AD0CB3" w14:textId="55A08E79" w:rsidR="00C16D60" w:rsidRDefault="00C16D60" w:rsidP="00C16D60">
      <w:pPr>
        <w:pStyle w:val="20"/>
        <w:ind w:leftChars="0" w:left="0" w:firstLineChars="200" w:firstLine="420"/>
        <w:jc w:val="left"/>
      </w:pPr>
      <w:r w:rsidRPr="00BF4858">
        <w:rPr>
          <w:rFonts w:hint="eastAsia"/>
        </w:rPr>
        <w:t xml:space="preserve">担当　</w:t>
      </w:r>
      <w:r>
        <w:rPr>
          <w:rFonts w:hint="eastAsia"/>
        </w:rPr>
        <w:t>生産システムコース</w:t>
      </w:r>
      <w:r w:rsidRPr="00996EC1">
        <w:rPr>
          <w:rFonts w:hint="eastAsia"/>
        </w:rPr>
        <w:t xml:space="preserve">　</w:t>
      </w:r>
      <w:r>
        <w:rPr>
          <w:rFonts w:hint="eastAsia"/>
        </w:rPr>
        <w:t>阿部　正志</w:t>
      </w:r>
    </w:p>
    <w:p w14:paraId="3DCD04E5" w14:textId="77777777" w:rsidR="00C16D60" w:rsidRPr="006C47EF" w:rsidRDefault="00C16D60" w:rsidP="00C16D60">
      <w:pPr>
        <w:pStyle w:val="20"/>
        <w:ind w:leftChars="0" w:left="0" w:firstLineChars="500" w:firstLine="1050"/>
        <w:jc w:val="left"/>
      </w:pPr>
      <w:r>
        <w:t>e</w:t>
      </w:r>
      <w:r>
        <w:rPr>
          <w:rFonts w:hint="eastAsia"/>
        </w:rPr>
        <w:t>-</w:t>
      </w:r>
      <w:r w:rsidRPr="00BF4858">
        <w:rPr>
          <w:rFonts w:hint="eastAsia"/>
        </w:rPr>
        <w:t>mail</w:t>
      </w:r>
      <w:r w:rsidRPr="00BF4858">
        <w:t xml:space="preserve"> </w:t>
      </w:r>
      <w:r>
        <w:rPr>
          <w:rFonts w:hint="eastAsia"/>
        </w:rPr>
        <w:t>abe_masashi_1@mt.tokushima-ec.ed.jp</w:t>
      </w:r>
    </w:p>
    <w:p w14:paraId="0303845D" w14:textId="1C9676F2" w:rsidR="0099147A" w:rsidRDefault="0099147A">
      <w:pPr>
        <w:widowControl/>
        <w:jc w:val="left"/>
        <w:rPr>
          <w:lang w:eastAsia="zh-TW"/>
        </w:rPr>
      </w:pPr>
      <w:r>
        <w:rPr>
          <w:lang w:eastAsia="zh-TW"/>
        </w:rPr>
        <w:br w:type="page"/>
      </w:r>
    </w:p>
    <w:p w14:paraId="535DD8D6" w14:textId="0CD09046" w:rsidR="00355F88" w:rsidRDefault="004F5FC9" w:rsidP="004F5FC9">
      <w:pPr>
        <w:pStyle w:val="1"/>
        <w:numPr>
          <w:ilvl w:val="0"/>
          <w:numId w:val="0"/>
        </w:numPr>
        <w:ind w:left="417" w:hanging="417"/>
      </w:pPr>
      <w:r>
        <w:rPr>
          <w:rFonts w:hint="eastAsia"/>
        </w:rPr>
        <w:lastRenderedPageBreak/>
        <w:t>請求書および弁当について</w:t>
      </w:r>
    </w:p>
    <w:p w14:paraId="34D2E6EF" w14:textId="0CF68EEB" w:rsidR="00557460" w:rsidRDefault="005F4E08" w:rsidP="005F4E08">
      <w:pPr>
        <w:pStyle w:val="2"/>
      </w:pPr>
      <w:r>
        <w:rPr>
          <w:rFonts w:hint="eastAsia"/>
        </w:rPr>
        <w:t>請求書について</w:t>
      </w:r>
    </w:p>
    <w:p w14:paraId="69D5917B" w14:textId="7E11D6F6" w:rsidR="005F4E08" w:rsidRDefault="007C5D64" w:rsidP="005F4E08">
      <w:pPr>
        <w:pStyle w:val="20"/>
      </w:pPr>
      <w:r>
        <w:rPr>
          <w:rFonts w:hint="eastAsia"/>
        </w:rPr>
        <w:t>押印を</w:t>
      </w:r>
      <w:r w:rsidR="004E1E64">
        <w:rPr>
          <w:rFonts w:hint="eastAsia"/>
        </w:rPr>
        <w:t>省略させていただいています</w:t>
      </w:r>
      <w:r>
        <w:rPr>
          <w:rFonts w:hint="eastAsia"/>
        </w:rPr>
        <w:t>。押印</w:t>
      </w:r>
      <w:r w:rsidR="004D3487">
        <w:rPr>
          <w:rFonts w:hint="eastAsia"/>
        </w:rPr>
        <w:t>や</w:t>
      </w:r>
      <w:r w:rsidR="007D4D15">
        <w:rPr>
          <w:rFonts w:hint="eastAsia"/>
        </w:rPr>
        <w:t>宛先の</w:t>
      </w:r>
      <w:r w:rsidR="004D3487">
        <w:rPr>
          <w:rFonts w:hint="eastAsia"/>
        </w:rPr>
        <w:t>記名等</w:t>
      </w:r>
      <w:r>
        <w:rPr>
          <w:rFonts w:hint="eastAsia"/>
        </w:rPr>
        <w:t>が必要</w:t>
      </w:r>
      <w:r w:rsidR="00567264">
        <w:rPr>
          <w:rFonts w:hint="eastAsia"/>
        </w:rPr>
        <w:t>な場合は</w:t>
      </w:r>
      <w:r w:rsidR="00C866FB">
        <w:rPr>
          <w:rFonts w:hint="eastAsia"/>
        </w:rPr>
        <w:t>，</w:t>
      </w:r>
      <w:r w:rsidR="007633E4">
        <w:rPr>
          <w:rFonts w:hint="eastAsia"/>
        </w:rPr>
        <w:t>お手数ですが</w:t>
      </w:r>
      <w:r w:rsidR="00C866FB">
        <w:rPr>
          <w:rFonts w:hint="eastAsia"/>
        </w:rPr>
        <w:t>，</w:t>
      </w:r>
      <w:r w:rsidR="004D3487">
        <w:rPr>
          <w:rFonts w:hint="eastAsia"/>
        </w:rPr>
        <w:t>事務局</w:t>
      </w:r>
      <w:r w:rsidR="002C0496">
        <w:rPr>
          <w:rFonts w:hint="eastAsia"/>
        </w:rPr>
        <w:t>の</w:t>
      </w:r>
      <w:r w:rsidR="004E1E64">
        <w:rPr>
          <w:rFonts w:hint="eastAsia"/>
        </w:rPr>
        <w:t>阿部</w:t>
      </w:r>
      <w:r w:rsidR="007D4D15">
        <w:rPr>
          <w:rFonts w:hint="eastAsia"/>
        </w:rPr>
        <w:t>まで</w:t>
      </w:r>
      <w:r w:rsidR="00C866FB">
        <w:rPr>
          <w:rFonts w:hint="eastAsia"/>
        </w:rPr>
        <w:t>御</w:t>
      </w:r>
      <w:r w:rsidR="007D4D15">
        <w:rPr>
          <w:rFonts w:hint="eastAsia"/>
        </w:rPr>
        <w:t>連絡ください。</w:t>
      </w:r>
    </w:p>
    <w:p w14:paraId="2305DB9B" w14:textId="796D5842" w:rsidR="002C0496" w:rsidRDefault="002C0496" w:rsidP="002C0496">
      <w:pPr>
        <w:pStyle w:val="2"/>
      </w:pPr>
      <w:r>
        <w:rPr>
          <w:rFonts w:hint="eastAsia"/>
        </w:rPr>
        <w:t>弁当の</w:t>
      </w:r>
      <w:r w:rsidR="00A04E8E">
        <w:rPr>
          <w:rFonts w:hint="eastAsia"/>
        </w:rPr>
        <w:t>手配</w:t>
      </w:r>
      <w:r>
        <w:rPr>
          <w:rFonts w:hint="eastAsia"/>
        </w:rPr>
        <w:t>について</w:t>
      </w:r>
    </w:p>
    <w:p w14:paraId="25E0C70E" w14:textId="7C2E2EB0" w:rsidR="002C0496" w:rsidRDefault="004E1E64" w:rsidP="002C0496">
      <w:pPr>
        <w:pStyle w:val="20"/>
      </w:pPr>
      <w:r>
        <w:rPr>
          <w:rFonts w:hint="eastAsia"/>
        </w:rPr>
        <w:t>前回大会同様に</w:t>
      </w:r>
      <w:r w:rsidR="0068525C">
        <w:rPr>
          <w:rFonts w:hint="eastAsia"/>
        </w:rPr>
        <w:t>本年度</w:t>
      </w:r>
      <w:r w:rsidR="00092939">
        <w:rPr>
          <w:rFonts w:hint="eastAsia"/>
        </w:rPr>
        <w:t>も</w:t>
      </w:r>
      <w:r w:rsidR="00C866FB">
        <w:rPr>
          <w:rFonts w:hint="eastAsia"/>
        </w:rPr>
        <w:t>，</w:t>
      </w:r>
      <w:r w:rsidR="0068525C">
        <w:rPr>
          <w:rFonts w:hint="eastAsia"/>
        </w:rPr>
        <w:t>弁当の手配を行わないこととしました。</w:t>
      </w:r>
      <w:r w:rsidR="00092939">
        <w:rPr>
          <w:rFonts w:hint="eastAsia"/>
        </w:rPr>
        <w:t>御</w:t>
      </w:r>
      <w:r w:rsidR="006231A6">
        <w:rPr>
          <w:rFonts w:hint="eastAsia"/>
        </w:rPr>
        <w:t>理解をお願いします。</w:t>
      </w:r>
    </w:p>
    <w:p w14:paraId="2D2B5BAE" w14:textId="296534B1" w:rsidR="00F14E43" w:rsidRDefault="00F14E43" w:rsidP="002C0496">
      <w:pPr>
        <w:pStyle w:val="20"/>
      </w:pPr>
      <w:r>
        <w:rPr>
          <w:rFonts w:hint="eastAsia"/>
        </w:rPr>
        <w:t>会場</w:t>
      </w:r>
      <w:r w:rsidR="0039254B">
        <w:rPr>
          <w:rFonts w:hint="eastAsia"/>
        </w:rPr>
        <w:t>・駅</w:t>
      </w:r>
      <w:r>
        <w:rPr>
          <w:rFonts w:hint="eastAsia"/>
        </w:rPr>
        <w:t>周辺に飲食店がありますので</w:t>
      </w:r>
      <w:r w:rsidR="00C866FB">
        <w:rPr>
          <w:rFonts w:hint="eastAsia"/>
        </w:rPr>
        <w:t>，</w:t>
      </w:r>
      <w:r>
        <w:rPr>
          <w:rFonts w:hint="eastAsia"/>
        </w:rPr>
        <w:t>お食事を済ませたうえで</w:t>
      </w:r>
      <w:r w:rsidR="00092939">
        <w:rPr>
          <w:rFonts w:hint="eastAsia"/>
        </w:rPr>
        <w:t>御</w:t>
      </w:r>
      <w:r>
        <w:rPr>
          <w:rFonts w:hint="eastAsia"/>
        </w:rPr>
        <w:t>来場ください。</w:t>
      </w:r>
    </w:p>
    <w:p w14:paraId="0311B77D" w14:textId="5ACA6A7E" w:rsidR="00552025" w:rsidRDefault="00552025" w:rsidP="002C0496">
      <w:pPr>
        <w:pStyle w:val="20"/>
      </w:pPr>
    </w:p>
    <w:p w14:paraId="463F7088" w14:textId="77777777" w:rsidR="00721924" w:rsidRDefault="00721924" w:rsidP="00721924">
      <w:pPr>
        <w:pStyle w:val="11"/>
      </w:pPr>
    </w:p>
    <w:p w14:paraId="546648BE" w14:textId="2DB158F1" w:rsidR="0039254B" w:rsidRDefault="0039254B" w:rsidP="006970B3">
      <w:pPr>
        <w:pStyle w:val="a1"/>
        <w:ind w:leftChars="0" w:left="417" w:right="420" w:firstLineChars="0" w:firstLine="0"/>
        <w:jc w:val="left"/>
        <w:rPr>
          <w:lang w:eastAsia="zh-TW"/>
        </w:rPr>
      </w:pPr>
      <w:r>
        <w:rPr>
          <w:rFonts w:hint="eastAsia"/>
          <w:lang w:eastAsia="zh-TW"/>
        </w:rPr>
        <w:t xml:space="preserve">徳島県立徳島科学技術高等学校　　　　　　　</w:t>
      </w:r>
    </w:p>
    <w:p w14:paraId="2D48B63F" w14:textId="00C8C315" w:rsidR="0039254B" w:rsidRPr="006C47EF" w:rsidRDefault="0039254B" w:rsidP="006970B3">
      <w:pPr>
        <w:pStyle w:val="20"/>
        <w:ind w:leftChars="0" w:left="417" w:right="630" w:firstLineChars="0" w:firstLine="0"/>
        <w:jc w:val="left"/>
      </w:pPr>
      <w:r w:rsidRPr="00996EC1">
        <w:t>7</w:t>
      </w:r>
      <w:r>
        <w:rPr>
          <w:rFonts w:hint="eastAsia"/>
        </w:rPr>
        <w:t>70-0006</w:t>
      </w:r>
      <w:r w:rsidRPr="00996EC1">
        <w:t xml:space="preserve">　</w:t>
      </w:r>
      <w:r>
        <w:rPr>
          <w:rFonts w:hint="eastAsia"/>
        </w:rPr>
        <w:t>徳島県徳島市北矢三町2丁目1番1号</w:t>
      </w:r>
      <w:r w:rsidRPr="00BF4858">
        <w:br/>
      </w:r>
      <w:r w:rsidR="006970B3">
        <w:rPr>
          <w:rFonts w:hint="eastAsia"/>
        </w:rPr>
        <w:t xml:space="preserve">　　　　　</w:t>
      </w:r>
      <w:r w:rsidRPr="00BF4858">
        <w:rPr>
          <w:rFonts w:hint="eastAsia"/>
        </w:rPr>
        <w:t>TEL</w:t>
      </w:r>
      <w:r w:rsidRPr="00BF4858">
        <w:t xml:space="preserve"> </w:t>
      </w:r>
      <w:r>
        <w:rPr>
          <w:rFonts w:hint="eastAsia"/>
        </w:rPr>
        <w:t>088-631-4185</w:t>
      </w:r>
      <w:r w:rsidRPr="00996EC1">
        <w:t xml:space="preserve">  FAX </w:t>
      </w:r>
      <w:r>
        <w:rPr>
          <w:rFonts w:hint="eastAsia"/>
        </w:rPr>
        <w:t>088-631-1110</w:t>
      </w:r>
      <w:r w:rsidRPr="00BF4858">
        <w:br/>
      </w:r>
      <w:r w:rsidRPr="00BF4858">
        <w:rPr>
          <w:rFonts w:hint="eastAsia"/>
        </w:rPr>
        <w:t xml:space="preserve">担当　</w:t>
      </w:r>
      <w:r>
        <w:rPr>
          <w:rFonts w:hint="eastAsia"/>
        </w:rPr>
        <w:t>生産システムコース</w:t>
      </w:r>
      <w:r w:rsidRPr="00996EC1">
        <w:rPr>
          <w:rFonts w:hint="eastAsia"/>
        </w:rPr>
        <w:t xml:space="preserve">　</w:t>
      </w:r>
      <w:r>
        <w:rPr>
          <w:rFonts w:hint="eastAsia"/>
        </w:rPr>
        <w:t>阿部　正志</w:t>
      </w:r>
      <w:r w:rsidRPr="00BF4858">
        <w:br/>
      </w:r>
      <w:r w:rsidR="006970B3">
        <w:rPr>
          <w:rFonts w:hint="eastAsia"/>
        </w:rPr>
        <w:t xml:space="preserve">　　　</w:t>
      </w:r>
      <w:r>
        <w:t>e</w:t>
      </w:r>
      <w:r>
        <w:rPr>
          <w:rFonts w:hint="eastAsia"/>
        </w:rPr>
        <w:t>-</w:t>
      </w:r>
      <w:r w:rsidRPr="00BF4858">
        <w:rPr>
          <w:rFonts w:hint="eastAsia"/>
        </w:rPr>
        <w:t>mail</w:t>
      </w:r>
      <w:r w:rsidRPr="00BF4858">
        <w:t xml:space="preserve"> </w:t>
      </w:r>
      <w:r>
        <w:rPr>
          <w:rFonts w:hint="eastAsia"/>
        </w:rPr>
        <w:t>abe_masashi_1@mt.tokushima-ec.ed.jp</w:t>
      </w:r>
    </w:p>
    <w:p w14:paraId="7852E225" w14:textId="77777777" w:rsidR="00552025" w:rsidRPr="0039254B" w:rsidRDefault="00552025" w:rsidP="00552025">
      <w:pPr>
        <w:pStyle w:val="aff3"/>
        <w:ind w:right="210"/>
      </w:pPr>
    </w:p>
    <w:sectPr w:rsidR="00552025" w:rsidRPr="0039254B" w:rsidSect="00082A02">
      <w:pgSz w:w="11906" w:h="16838" w:code="9"/>
      <w:pgMar w:top="1134"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A88E5" w14:textId="77777777" w:rsidR="0008781B" w:rsidRDefault="0008781B" w:rsidP="00C576A3">
      <w:r>
        <w:separator/>
      </w:r>
    </w:p>
  </w:endnote>
  <w:endnote w:type="continuationSeparator" w:id="0">
    <w:p w14:paraId="2432E2C9" w14:textId="77777777" w:rsidR="0008781B" w:rsidRDefault="0008781B" w:rsidP="00C5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11930" w14:textId="77777777" w:rsidR="0008781B" w:rsidRDefault="0008781B" w:rsidP="00C576A3">
      <w:r>
        <w:separator/>
      </w:r>
    </w:p>
  </w:footnote>
  <w:footnote w:type="continuationSeparator" w:id="0">
    <w:p w14:paraId="3C42F45C" w14:textId="77777777" w:rsidR="0008781B" w:rsidRDefault="0008781B" w:rsidP="00C57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1AFED4E2"/>
    <w:lvl w:ilvl="0">
      <w:start w:val="1"/>
      <w:numFmt w:val="decimal"/>
      <w:lvlText w:val="%1."/>
      <w:lvlJc w:val="left"/>
      <w:pPr>
        <w:tabs>
          <w:tab w:val="num" w:pos="1636"/>
        </w:tabs>
        <w:ind w:leftChars="600" w:left="1636" w:hangingChars="200" w:hanging="360"/>
      </w:pPr>
    </w:lvl>
  </w:abstractNum>
  <w:abstractNum w:abstractNumId="1" w15:restartNumberingAfterBreak="0">
    <w:nsid w:val="0CF430BA"/>
    <w:multiLevelType w:val="hybridMultilevel"/>
    <w:tmpl w:val="0B749C0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19F2FCD"/>
    <w:multiLevelType w:val="multilevel"/>
    <w:tmpl w:val="CF9635E6"/>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AFE45FF"/>
    <w:multiLevelType w:val="multilevel"/>
    <w:tmpl w:val="B3040ECA"/>
    <w:numStyleLink w:val="110"/>
  </w:abstractNum>
  <w:abstractNum w:abstractNumId="4" w15:restartNumberingAfterBreak="0">
    <w:nsid w:val="1DCB1E1F"/>
    <w:multiLevelType w:val="multilevel"/>
    <w:tmpl w:val="B3040ECA"/>
    <w:styleLink w:val="110"/>
    <w:lvl w:ilvl="0">
      <w:start w:val="10"/>
      <w:numFmt w:val="decimal"/>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2CB70A4"/>
    <w:multiLevelType w:val="multilevel"/>
    <w:tmpl w:val="CF9635E6"/>
    <w:numStyleLink w:val="a"/>
  </w:abstractNum>
  <w:abstractNum w:abstractNumId="6" w15:restartNumberingAfterBreak="0">
    <w:nsid w:val="230D558C"/>
    <w:multiLevelType w:val="multilevel"/>
    <w:tmpl w:val="B3040ECA"/>
    <w:numStyleLink w:val="110"/>
  </w:abstractNum>
  <w:abstractNum w:abstractNumId="7" w15:restartNumberingAfterBreak="0">
    <w:nsid w:val="265C3E38"/>
    <w:multiLevelType w:val="multilevel"/>
    <w:tmpl w:val="B3040ECA"/>
    <w:numStyleLink w:val="110"/>
  </w:abstractNum>
  <w:abstractNum w:abstractNumId="8" w15:restartNumberingAfterBreak="0">
    <w:nsid w:val="2E24675B"/>
    <w:multiLevelType w:val="hybridMultilevel"/>
    <w:tmpl w:val="AB7A05E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 w15:restartNumberingAfterBreak="0">
    <w:nsid w:val="50F86FCF"/>
    <w:multiLevelType w:val="hybridMultilevel"/>
    <w:tmpl w:val="CA34DB40"/>
    <w:lvl w:ilvl="0" w:tplc="EB245E1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EFC455A"/>
    <w:multiLevelType w:val="hybridMultilevel"/>
    <w:tmpl w:val="A4C0CC7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64AD1F51"/>
    <w:multiLevelType w:val="multilevel"/>
    <w:tmpl w:val="CF9635E6"/>
    <w:styleLink w:val="a"/>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5B811D7"/>
    <w:multiLevelType w:val="multilevel"/>
    <w:tmpl w:val="CF9635E6"/>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6F4A3361"/>
    <w:multiLevelType w:val="hybridMultilevel"/>
    <w:tmpl w:val="ADC286A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15:restartNumberingAfterBreak="0">
    <w:nsid w:val="70A7789C"/>
    <w:multiLevelType w:val="multilevel"/>
    <w:tmpl w:val="CF9635E6"/>
    <w:lvl w:ilvl="0">
      <w:start w:val="1"/>
      <w:numFmt w:val="decimalFullWidth"/>
      <w:pStyle w:val="1"/>
      <w:suff w:val="nothing"/>
      <w:lvlText w:val="%1　"/>
      <w:lvlJc w:val="left"/>
      <w:pPr>
        <w:ind w:left="417" w:hanging="417"/>
      </w:pPr>
      <w:rPr>
        <w:rFonts w:hint="eastAsia"/>
      </w:rPr>
    </w:lvl>
    <w:lvl w:ilvl="1">
      <w:start w:val="1"/>
      <w:numFmt w:val="decimal"/>
      <w:pStyle w:val="2"/>
      <w:suff w:val="nothing"/>
      <w:lvlText w:val="(%2)　"/>
      <w:lvlJc w:val="left"/>
      <w:pPr>
        <w:ind w:left="624" w:hanging="524"/>
      </w:pPr>
      <w:rPr>
        <w:rFonts w:hint="eastAsia"/>
      </w:rPr>
    </w:lvl>
    <w:lvl w:ilvl="2">
      <w:start w:val="1"/>
      <w:numFmt w:val="aiueoFullWidth"/>
      <w:pStyle w:val="3"/>
      <w:suff w:val="nothing"/>
      <w:lvlText w:val="%3　"/>
      <w:lvlJc w:val="left"/>
      <w:pPr>
        <w:ind w:left="834" w:hanging="434"/>
      </w:pPr>
      <w:rPr>
        <w:rFonts w:hint="eastAsia"/>
      </w:rPr>
    </w:lvl>
    <w:lvl w:ilvl="3">
      <w:start w:val="1"/>
      <w:numFmt w:val="aiueo"/>
      <w:pStyle w:val="4"/>
      <w:suff w:val="nothing"/>
      <w:lvlText w:val="(%4)　"/>
      <w:lvlJc w:val="left"/>
      <w:pPr>
        <w:ind w:left="1038" w:hanging="513"/>
      </w:pPr>
      <w:rPr>
        <w:rFonts w:hint="eastAsia"/>
      </w:rPr>
    </w:lvl>
    <w:lvl w:ilvl="4">
      <w:start w:val="1"/>
      <w:numFmt w:val="lowerLetter"/>
      <w:pStyle w:val="5"/>
      <w:suff w:val="nothing"/>
      <w:lvlText w:val="%5　"/>
      <w:lvlJc w:val="left"/>
      <w:pPr>
        <w:ind w:left="1250" w:hanging="305"/>
      </w:pPr>
      <w:rPr>
        <w:rFonts w:hint="eastAsia"/>
      </w:rPr>
    </w:lvl>
    <w:lvl w:ilvl="5">
      <w:start w:val="1"/>
      <w:numFmt w:val="lowerLetter"/>
      <w:pStyle w:val="6"/>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760D0F99"/>
    <w:multiLevelType w:val="multilevel"/>
    <w:tmpl w:val="CF9635E6"/>
    <w:numStyleLink w:val="a"/>
  </w:abstractNum>
  <w:num w:numId="1" w16cid:durableId="1342467086">
    <w:abstractNumId w:val="9"/>
  </w:num>
  <w:num w:numId="2" w16cid:durableId="1210073919">
    <w:abstractNumId w:val="11"/>
  </w:num>
  <w:num w:numId="3" w16cid:durableId="665091223">
    <w:abstractNumId w:val="15"/>
  </w:num>
  <w:num w:numId="4" w16cid:durableId="1811046408">
    <w:abstractNumId w:val="5"/>
  </w:num>
  <w:num w:numId="5" w16cid:durableId="310985610">
    <w:abstractNumId w:val="14"/>
  </w:num>
  <w:num w:numId="6" w16cid:durableId="1151602933">
    <w:abstractNumId w:val="8"/>
  </w:num>
  <w:num w:numId="7" w16cid:durableId="1810786301">
    <w:abstractNumId w:val="10"/>
  </w:num>
  <w:num w:numId="8" w16cid:durableId="1785030532">
    <w:abstractNumId w:val="13"/>
  </w:num>
  <w:num w:numId="9" w16cid:durableId="694504362">
    <w:abstractNumId w:val="1"/>
  </w:num>
  <w:num w:numId="10" w16cid:durableId="645551085">
    <w:abstractNumId w:val="0"/>
  </w:num>
  <w:num w:numId="11" w16cid:durableId="1182086799">
    <w:abstractNumId w:val="4"/>
  </w:num>
  <w:num w:numId="12" w16cid:durableId="483202197">
    <w:abstractNumId w:val="7"/>
  </w:num>
  <w:num w:numId="13" w16cid:durableId="1107194753">
    <w:abstractNumId w:val="3"/>
  </w:num>
  <w:num w:numId="14" w16cid:durableId="508982727">
    <w:abstractNumId w:val="6"/>
  </w:num>
  <w:num w:numId="15" w16cid:durableId="1026249169">
    <w:abstractNumId w:val="12"/>
  </w:num>
  <w:num w:numId="16" w16cid:durableId="684279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linkStyles/>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6A3"/>
    <w:rsid w:val="000017A6"/>
    <w:rsid w:val="00002DB2"/>
    <w:rsid w:val="00002F25"/>
    <w:rsid w:val="0000787F"/>
    <w:rsid w:val="000105D7"/>
    <w:rsid w:val="000147B4"/>
    <w:rsid w:val="00031A0B"/>
    <w:rsid w:val="000355C5"/>
    <w:rsid w:val="00057187"/>
    <w:rsid w:val="000666A6"/>
    <w:rsid w:val="00080528"/>
    <w:rsid w:val="00082A02"/>
    <w:rsid w:val="0008781B"/>
    <w:rsid w:val="00092939"/>
    <w:rsid w:val="000A5311"/>
    <w:rsid w:val="000C3CB9"/>
    <w:rsid w:val="000C74C9"/>
    <w:rsid w:val="000D66B5"/>
    <w:rsid w:val="000F1BE4"/>
    <w:rsid w:val="00102629"/>
    <w:rsid w:val="00115289"/>
    <w:rsid w:val="00117603"/>
    <w:rsid w:val="00125070"/>
    <w:rsid w:val="00126084"/>
    <w:rsid w:val="00126540"/>
    <w:rsid w:val="001321E7"/>
    <w:rsid w:val="00132539"/>
    <w:rsid w:val="0015119D"/>
    <w:rsid w:val="00156D86"/>
    <w:rsid w:val="00157669"/>
    <w:rsid w:val="0017132D"/>
    <w:rsid w:val="001843C5"/>
    <w:rsid w:val="001879FF"/>
    <w:rsid w:val="00197065"/>
    <w:rsid w:val="001B0822"/>
    <w:rsid w:val="001B62DD"/>
    <w:rsid w:val="001B7364"/>
    <w:rsid w:val="001C443B"/>
    <w:rsid w:val="001E05C9"/>
    <w:rsid w:val="001E696D"/>
    <w:rsid w:val="001F661B"/>
    <w:rsid w:val="00202E0A"/>
    <w:rsid w:val="0021675F"/>
    <w:rsid w:val="002248F0"/>
    <w:rsid w:val="002251CA"/>
    <w:rsid w:val="002460FA"/>
    <w:rsid w:val="00247E4F"/>
    <w:rsid w:val="00251249"/>
    <w:rsid w:val="00251B8C"/>
    <w:rsid w:val="002552F5"/>
    <w:rsid w:val="00256644"/>
    <w:rsid w:val="00263789"/>
    <w:rsid w:val="00273C7D"/>
    <w:rsid w:val="00286331"/>
    <w:rsid w:val="00287215"/>
    <w:rsid w:val="00290CDD"/>
    <w:rsid w:val="002961E1"/>
    <w:rsid w:val="002B3C76"/>
    <w:rsid w:val="002C0496"/>
    <w:rsid w:val="002C09FD"/>
    <w:rsid w:val="002C4E63"/>
    <w:rsid w:val="002D07A1"/>
    <w:rsid w:val="002D68BB"/>
    <w:rsid w:val="002D6D0D"/>
    <w:rsid w:val="002E6071"/>
    <w:rsid w:val="002F1145"/>
    <w:rsid w:val="002F5661"/>
    <w:rsid w:val="002F6887"/>
    <w:rsid w:val="00301C58"/>
    <w:rsid w:val="00311131"/>
    <w:rsid w:val="00325B0E"/>
    <w:rsid w:val="00343C47"/>
    <w:rsid w:val="00344A80"/>
    <w:rsid w:val="00352EAE"/>
    <w:rsid w:val="00355F88"/>
    <w:rsid w:val="003615D2"/>
    <w:rsid w:val="003834C7"/>
    <w:rsid w:val="003843B1"/>
    <w:rsid w:val="003871AE"/>
    <w:rsid w:val="003875DB"/>
    <w:rsid w:val="0039254B"/>
    <w:rsid w:val="00395FF6"/>
    <w:rsid w:val="003A028D"/>
    <w:rsid w:val="003A5A17"/>
    <w:rsid w:val="003B51A2"/>
    <w:rsid w:val="003C06C4"/>
    <w:rsid w:val="003C15FF"/>
    <w:rsid w:val="003C3067"/>
    <w:rsid w:val="003F15A3"/>
    <w:rsid w:val="00403065"/>
    <w:rsid w:val="004044AB"/>
    <w:rsid w:val="00407925"/>
    <w:rsid w:val="00413B33"/>
    <w:rsid w:val="0041462C"/>
    <w:rsid w:val="0042130E"/>
    <w:rsid w:val="00421D2F"/>
    <w:rsid w:val="00421E16"/>
    <w:rsid w:val="00440447"/>
    <w:rsid w:val="00444A4E"/>
    <w:rsid w:val="004577CA"/>
    <w:rsid w:val="0047219E"/>
    <w:rsid w:val="00474A12"/>
    <w:rsid w:val="00485809"/>
    <w:rsid w:val="00485C09"/>
    <w:rsid w:val="004A037E"/>
    <w:rsid w:val="004A58D0"/>
    <w:rsid w:val="004B17DD"/>
    <w:rsid w:val="004B1981"/>
    <w:rsid w:val="004C4241"/>
    <w:rsid w:val="004C581D"/>
    <w:rsid w:val="004C7095"/>
    <w:rsid w:val="004C70D7"/>
    <w:rsid w:val="004D25CD"/>
    <w:rsid w:val="004D3487"/>
    <w:rsid w:val="004E1E64"/>
    <w:rsid w:val="004F25C1"/>
    <w:rsid w:val="004F5B3D"/>
    <w:rsid w:val="004F5FC9"/>
    <w:rsid w:val="0050607F"/>
    <w:rsid w:val="005065D1"/>
    <w:rsid w:val="005302A2"/>
    <w:rsid w:val="005405E3"/>
    <w:rsid w:val="00552025"/>
    <w:rsid w:val="0055461B"/>
    <w:rsid w:val="005557DE"/>
    <w:rsid w:val="00557460"/>
    <w:rsid w:val="00557873"/>
    <w:rsid w:val="00560AA2"/>
    <w:rsid w:val="00560FA9"/>
    <w:rsid w:val="00561FAA"/>
    <w:rsid w:val="005643DD"/>
    <w:rsid w:val="00567264"/>
    <w:rsid w:val="005736E7"/>
    <w:rsid w:val="00573C04"/>
    <w:rsid w:val="00575E82"/>
    <w:rsid w:val="0058205A"/>
    <w:rsid w:val="00592730"/>
    <w:rsid w:val="0059494C"/>
    <w:rsid w:val="00594D07"/>
    <w:rsid w:val="005A5A36"/>
    <w:rsid w:val="005D3DCF"/>
    <w:rsid w:val="005E042D"/>
    <w:rsid w:val="005E0CC9"/>
    <w:rsid w:val="005E26F9"/>
    <w:rsid w:val="005F4E08"/>
    <w:rsid w:val="005F5D4A"/>
    <w:rsid w:val="00613B8A"/>
    <w:rsid w:val="00616D84"/>
    <w:rsid w:val="006231A6"/>
    <w:rsid w:val="00624F53"/>
    <w:rsid w:val="0063090C"/>
    <w:rsid w:val="0063564B"/>
    <w:rsid w:val="006456BF"/>
    <w:rsid w:val="006505BE"/>
    <w:rsid w:val="00651FA6"/>
    <w:rsid w:val="0066351F"/>
    <w:rsid w:val="00664749"/>
    <w:rsid w:val="00666B69"/>
    <w:rsid w:val="00670D9E"/>
    <w:rsid w:val="006744DA"/>
    <w:rsid w:val="00683340"/>
    <w:rsid w:val="00685252"/>
    <w:rsid w:val="0068525C"/>
    <w:rsid w:val="00685517"/>
    <w:rsid w:val="00686B9D"/>
    <w:rsid w:val="00690707"/>
    <w:rsid w:val="00690756"/>
    <w:rsid w:val="00690F20"/>
    <w:rsid w:val="00695E12"/>
    <w:rsid w:val="006970B3"/>
    <w:rsid w:val="006A0EF3"/>
    <w:rsid w:val="006B1341"/>
    <w:rsid w:val="006B3EE3"/>
    <w:rsid w:val="006B5A09"/>
    <w:rsid w:val="006B7FD4"/>
    <w:rsid w:val="006C02BB"/>
    <w:rsid w:val="006D550A"/>
    <w:rsid w:val="006D64C1"/>
    <w:rsid w:val="006D6FDE"/>
    <w:rsid w:val="007215CD"/>
    <w:rsid w:val="00721924"/>
    <w:rsid w:val="00721D50"/>
    <w:rsid w:val="00735119"/>
    <w:rsid w:val="007449DA"/>
    <w:rsid w:val="007605AB"/>
    <w:rsid w:val="007613FC"/>
    <w:rsid w:val="007633E4"/>
    <w:rsid w:val="00766DDD"/>
    <w:rsid w:val="007733A1"/>
    <w:rsid w:val="007745F9"/>
    <w:rsid w:val="00786EAB"/>
    <w:rsid w:val="007910B8"/>
    <w:rsid w:val="007B0867"/>
    <w:rsid w:val="007B250E"/>
    <w:rsid w:val="007B4E4B"/>
    <w:rsid w:val="007C5D64"/>
    <w:rsid w:val="007C7B4B"/>
    <w:rsid w:val="007D3D06"/>
    <w:rsid w:val="007D4D15"/>
    <w:rsid w:val="007F70EF"/>
    <w:rsid w:val="007F73A2"/>
    <w:rsid w:val="00805A00"/>
    <w:rsid w:val="008106A5"/>
    <w:rsid w:val="0082534E"/>
    <w:rsid w:val="00832983"/>
    <w:rsid w:val="00846629"/>
    <w:rsid w:val="00852E7E"/>
    <w:rsid w:val="00857946"/>
    <w:rsid w:val="0086083E"/>
    <w:rsid w:val="00862C6B"/>
    <w:rsid w:val="0086370F"/>
    <w:rsid w:val="008837B5"/>
    <w:rsid w:val="00885FD4"/>
    <w:rsid w:val="00891E95"/>
    <w:rsid w:val="0089295F"/>
    <w:rsid w:val="00895FC7"/>
    <w:rsid w:val="008961CF"/>
    <w:rsid w:val="008A1C88"/>
    <w:rsid w:val="008A5919"/>
    <w:rsid w:val="008A6E53"/>
    <w:rsid w:val="008A79A3"/>
    <w:rsid w:val="008C241F"/>
    <w:rsid w:val="008C35F6"/>
    <w:rsid w:val="008C5362"/>
    <w:rsid w:val="008D71BD"/>
    <w:rsid w:val="0090608B"/>
    <w:rsid w:val="0090610D"/>
    <w:rsid w:val="009107A7"/>
    <w:rsid w:val="00917C38"/>
    <w:rsid w:val="00921E2A"/>
    <w:rsid w:val="009257F2"/>
    <w:rsid w:val="0094286D"/>
    <w:rsid w:val="00946DBF"/>
    <w:rsid w:val="00947318"/>
    <w:rsid w:val="0095534C"/>
    <w:rsid w:val="00961AC4"/>
    <w:rsid w:val="009621F2"/>
    <w:rsid w:val="00962677"/>
    <w:rsid w:val="00963EE3"/>
    <w:rsid w:val="00965587"/>
    <w:rsid w:val="0096722E"/>
    <w:rsid w:val="00970D3A"/>
    <w:rsid w:val="00975C63"/>
    <w:rsid w:val="00977F05"/>
    <w:rsid w:val="00985C95"/>
    <w:rsid w:val="0099147A"/>
    <w:rsid w:val="00991811"/>
    <w:rsid w:val="009A7234"/>
    <w:rsid w:val="009B16D2"/>
    <w:rsid w:val="009B5AA3"/>
    <w:rsid w:val="009C27B7"/>
    <w:rsid w:val="009C6E5C"/>
    <w:rsid w:val="009D2460"/>
    <w:rsid w:val="009D34ED"/>
    <w:rsid w:val="009E4724"/>
    <w:rsid w:val="009E649F"/>
    <w:rsid w:val="009F6FDA"/>
    <w:rsid w:val="00A04E8E"/>
    <w:rsid w:val="00A065C8"/>
    <w:rsid w:val="00A12E6E"/>
    <w:rsid w:val="00A13104"/>
    <w:rsid w:val="00A13CAE"/>
    <w:rsid w:val="00A208EB"/>
    <w:rsid w:val="00A24173"/>
    <w:rsid w:val="00A246A2"/>
    <w:rsid w:val="00A314AC"/>
    <w:rsid w:val="00A460BC"/>
    <w:rsid w:val="00A64B1E"/>
    <w:rsid w:val="00A84275"/>
    <w:rsid w:val="00A85378"/>
    <w:rsid w:val="00A86917"/>
    <w:rsid w:val="00A86FA6"/>
    <w:rsid w:val="00A902BC"/>
    <w:rsid w:val="00A95431"/>
    <w:rsid w:val="00A96571"/>
    <w:rsid w:val="00AD7BC3"/>
    <w:rsid w:val="00AE136A"/>
    <w:rsid w:val="00AE2C2E"/>
    <w:rsid w:val="00AE6B52"/>
    <w:rsid w:val="00AF32D9"/>
    <w:rsid w:val="00AF6BED"/>
    <w:rsid w:val="00B05ED0"/>
    <w:rsid w:val="00B06EEB"/>
    <w:rsid w:val="00B14EF9"/>
    <w:rsid w:val="00B156A7"/>
    <w:rsid w:val="00B22662"/>
    <w:rsid w:val="00B22B36"/>
    <w:rsid w:val="00B345CC"/>
    <w:rsid w:val="00B34B15"/>
    <w:rsid w:val="00B37565"/>
    <w:rsid w:val="00B44AC1"/>
    <w:rsid w:val="00B46D8F"/>
    <w:rsid w:val="00B53E87"/>
    <w:rsid w:val="00B56D8E"/>
    <w:rsid w:val="00B61FFD"/>
    <w:rsid w:val="00B6324D"/>
    <w:rsid w:val="00B673C6"/>
    <w:rsid w:val="00B7090F"/>
    <w:rsid w:val="00B734C2"/>
    <w:rsid w:val="00B80A53"/>
    <w:rsid w:val="00B810A7"/>
    <w:rsid w:val="00B91D50"/>
    <w:rsid w:val="00BB2280"/>
    <w:rsid w:val="00BB4634"/>
    <w:rsid w:val="00BB46BA"/>
    <w:rsid w:val="00BB6D95"/>
    <w:rsid w:val="00BB7833"/>
    <w:rsid w:val="00BC446D"/>
    <w:rsid w:val="00BD467C"/>
    <w:rsid w:val="00BD6048"/>
    <w:rsid w:val="00BF0F4A"/>
    <w:rsid w:val="00BF32B4"/>
    <w:rsid w:val="00BF3533"/>
    <w:rsid w:val="00BF4858"/>
    <w:rsid w:val="00C03CAA"/>
    <w:rsid w:val="00C071F6"/>
    <w:rsid w:val="00C16D60"/>
    <w:rsid w:val="00C23F64"/>
    <w:rsid w:val="00C24FE1"/>
    <w:rsid w:val="00C26BCB"/>
    <w:rsid w:val="00C45C93"/>
    <w:rsid w:val="00C5087B"/>
    <w:rsid w:val="00C508A0"/>
    <w:rsid w:val="00C50A42"/>
    <w:rsid w:val="00C51235"/>
    <w:rsid w:val="00C5686A"/>
    <w:rsid w:val="00C56AA1"/>
    <w:rsid w:val="00C576A3"/>
    <w:rsid w:val="00C634E6"/>
    <w:rsid w:val="00C64520"/>
    <w:rsid w:val="00C70514"/>
    <w:rsid w:val="00C81DC6"/>
    <w:rsid w:val="00C82F96"/>
    <w:rsid w:val="00C866FB"/>
    <w:rsid w:val="00C92F09"/>
    <w:rsid w:val="00C9721E"/>
    <w:rsid w:val="00C97A57"/>
    <w:rsid w:val="00CC398D"/>
    <w:rsid w:val="00CC59D1"/>
    <w:rsid w:val="00CD315D"/>
    <w:rsid w:val="00CD5629"/>
    <w:rsid w:val="00CE660B"/>
    <w:rsid w:val="00CF5B0C"/>
    <w:rsid w:val="00CF6123"/>
    <w:rsid w:val="00D02E5F"/>
    <w:rsid w:val="00D07364"/>
    <w:rsid w:val="00D115B3"/>
    <w:rsid w:val="00D153D1"/>
    <w:rsid w:val="00D22C77"/>
    <w:rsid w:val="00D41CB9"/>
    <w:rsid w:val="00D44F3A"/>
    <w:rsid w:val="00D71ACC"/>
    <w:rsid w:val="00D7681E"/>
    <w:rsid w:val="00D805C6"/>
    <w:rsid w:val="00D84C42"/>
    <w:rsid w:val="00D9163E"/>
    <w:rsid w:val="00D96CF5"/>
    <w:rsid w:val="00D97373"/>
    <w:rsid w:val="00DA0616"/>
    <w:rsid w:val="00DA58EE"/>
    <w:rsid w:val="00DB43A7"/>
    <w:rsid w:val="00DB488E"/>
    <w:rsid w:val="00DB67A6"/>
    <w:rsid w:val="00DD1A04"/>
    <w:rsid w:val="00DE19A0"/>
    <w:rsid w:val="00DE4632"/>
    <w:rsid w:val="00DE5C01"/>
    <w:rsid w:val="00DE6831"/>
    <w:rsid w:val="00DE6AEF"/>
    <w:rsid w:val="00DF31CA"/>
    <w:rsid w:val="00E10363"/>
    <w:rsid w:val="00E16850"/>
    <w:rsid w:val="00E2303A"/>
    <w:rsid w:val="00E263BF"/>
    <w:rsid w:val="00E3122D"/>
    <w:rsid w:val="00E31A05"/>
    <w:rsid w:val="00E348D3"/>
    <w:rsid w:val="00E43040"/>
    <w:rsid w:val="00E47579"/>
    <w:rsid w:val="00E47C5B"/>
    <w:rsid w:val="00E500DE"/>
    <w:rsid w:val="00E525C1"/>
    <w:rsid w:val="00E52FB4"/>
    <w:rsid w:val="00E54685"/>
    <w:rsid w:val="00E64624"/>
    <w:rsid w:val="00E64D55"/>
    <w:rsid w:val="00E65782"/>
    <w:rsid w:val="00E66898"/>
    <w:rsid w:val="00E857C2"/>
    <w:rsid w:val="00E87FF4"/>
    <w:rsid w:val="00E9241E"/>
    <w:rsid w:val="00EA2C54"/>
    <w:rsid w:val="00EC23D6"/>
    <w:rsid w:val="00EC502E"/>
    <w:rsid w:val="00ED01AE"/>
    <w:rsid w:val="00ED5D3F"/>
    <w:rsid w:val="00EE2FA6"/>
    <w:rsid w:val="00EF7252"/>
    <w:rsid w:val="00F10DAF"/>
    <w:rsid w:val="00F11714"/>
    <w:rsid w:val="00F11E6A"/>
    <w:rsid w:val="00F14E43"/>
    <w:rsid w:val="00F276A8"/>
    <w:rsid w:val="00F32C01"/>
    <w:rsid w:val="00F45AF1"/>
    <w:rsid w:val="00F5507F"/>
    <w:rsid w:val="00F551A6"/>
    <w:rsid w:val="00F55FB8"/>
    <w:rsid w:val="00F66686"/>
    <w:rsid w:val="00F818E7"/>
    <w:rsid w:val="00F87B7E"/>
    <w:rsid w:val="00FA3FF5"/>
    <w:rsid w:val="00FA74F5"/>
    <w:rsid w:val="00FA7B31"/>
    <w:rsid w:val="00FB2ABA"/>
    <w:rsid w:val="00FB42C8"/>
    <w:rsid w:val="00FB4CC9"/>
    <w:rsid w:val="00FB56EE"/>
    <w:rsid w:val="00FC20A3"/>
    <w:rsid w:val="00FC482C"/>
    <w:rsid w:val="00FC7DAA"/>
    <w:rsid w:val="00FD4B9B"/>
    <w:rsid w:val="00FD6CF0"/>
    <w:rsid w:val="00FF122D"/>
    <w:rsid w:val="00FF640A"/>
    <w:rsid w:val="00FF6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5BF842"/>
  <w15:docId w15:val="{C77F827E-E797-4ACB-AFDB-154E9435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91811"/>
    <w:pPr>
      <w:widowControl w:val="0"/>
      <w:jc w:val="both"/>
    </w:pPr>
    <w:rPr>
      <w:rFonts w:asciiTheme="minorHAnsi" w:eastAsiaTheme="minorEastAsia" w:hAnsiTheme="minorHAnsi" w:cstheme="minorBidi"/>
      <w:kern w:val="2"/>
      <w:sz w:val="21"/>
      <w:szCs w:val="21"/>
    </w:rPr>
  </w:style>
  <w:style w:type="paragraph" w:styleId="1">
    <w:name w:val="heading 1"/>
    <w:basedOn w:val="a0"/>
    <w:next w:val="a1"/>
    <w:link w:val="10"/>
    <w:uiPriority w:val="9"/>
    <w:qFormat/>
    <w:rsid w:val="00991811"/>
    <w:pPr>
      <w:keepNext/>
      <w:numPr>
        <w:numId w:val="5"/>
      </w:numPr>
      <w:outlineLvl w:val="0"/>
    </w:pPr>
    <w:rPr>
      <w:rFonts w:asciiTheme="majorHAnsi" w:eastAsiaTheme="majorEastAsia" w:hAnsiTheme="majorHAnsi" w:cstheme="majorBidi"/>
      <w:szCs w:val="24"/>
    </w:rPr>
  </w:style>
  <w:style w:type="paragraph" w:styleId="2">
    <w:name w:val="heading 2"/>
    <w:basedOn w:val="a0"/>
    <w:next w:val="20"/>
    <w:link w:val="21"/>
    <w:uiPriority w:val="9"/>
    <w:unhideWhenUsed/>
    <w:qFormat/>
    <w:rsid w:val="00991811"/>
    <w:pPr>
      <w:keepNext/>
      <w:numPr>
        <w:ilvl w:val="1"/>
        <w:numId w:val="5"/>
      </w:numPr>
      <w:outlineLvl w:val="1"/>
    </w:pPr>
    <w:rPr>
      <w:rFonts w:asciiTheme="majorHAnsi" w:eastAsiaTheme="majorEastAsia" w:hAnsiTheme="majorHAnsi" w:cstheme="majorBidi"/>
    </w:rPr>
  </w:style>
  <w:style w:type="paragraph" w:styleId="3">
    <w:name w:val="heading 3"/>
    <w:basedOn w:val="2"/>
    <w:next w:val="30"/>
    <w:link w:val="31"/>
    <w:uiPriority w:val="9"/>
    <w:unhideWhenUsed/>
    <w:qFormat/>
    <w:rsid w:val="00991811"/>
    <w:pPr>
      <w:numPr>
        <w:ilvl w:val="2"/>
      </w:numPr>
      <w:outlineLvl w:val="2"/>
    </w:pPr>
  </w:style>
  <w:style w:type="paragraph" w:styleId="4">
    <w:name w:val="heading 4"/>
    <w:basedOn w:val="3"/>
    <w:next w:val="40"/>
    <w:link w:val="41"/>
    <w:uiPriority w:val="9"/>
    <w:unhideWhenUsed/>
    <w:qFormat/>
    <w:rsid w:val="00991811"/>
    <w:pPr>
      <w:numPr>
        <w:ilvl w:val="3"/>
      </w:numPr>
      <w:outlineLvl w:val="3"/>
    </w:pPr>
    <w:rPr>
      <w:bCs/>
    </w:rPr>
  </w:style>
  <w:style w:type="paragraph" w:styleId="5">
    <w:name w:val="heading 5"/>
    <w:basedOn w:val="4"/>
    <w:next w:val="50"/>
    <w:link w:val="51"/>
    <w:uiPriority w:val="9"/>
    <w:unhideWhenUsed/>
    <w:qFormat/>
    <w:rsid w:val="00991811"/>
    <w:pPr>
      <w:numPr>
        <w:ilvl w:val="4"/>
      </w:numPr>
      <w:outlineLvl w:val="4"/>
    </w:pPr>
  </w:style>
  <w:style w:type="paragraph" w:styleId="6">
    <w:name w:val="heading 6"/>
    <w:basedOn w:val="5"/>
    <w:next w:val="60"/>
    <w:link w:val="61"/>
    <w:uiPriority w:val="9"/>
    <w:unhideWhenUsed/>
    <w:qFormat/>
    <w:rsid w:val="00991811"/>
    <w:pPr>
      <w:numPr>
        <w:ilvl w:val="5"/>
      </w:numPr>
      <w:outlineLvl w:val="5"/>
    </w:pPr>
    <w:rPr>
      <w:bCs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991811"/>
    <w:pPr>
      <w:tabs>
        <w:tab w:val="center" w:pos="4252"/>
        <w:tab w:val="right" w:pos="8504"/>
      </w:tabs>
      <w:snapToGrid w:val="0"/>
    </w:pPr>
  </w:style>
  <w:style w:type="character" w:customStyle="1" w:styleId="a6">
    <w:name w:val="ヘッダー (文字)"/>
    <w:basedOn w:val="a2"/>
    <w:link w:val="a5"/>
    <w:uiPriority w:val="99"/>
    <w:rsid w:val="00991811"/>
    <w:rPr>
      <w:rFonts w:asciiTheme="minorHAnsi" w:eastAsiaTheme="minorEastAsia" w:hAnsiTheme="minorHAnsi" w:cstheme="minorBidi"/>
      <w:kern w:val="2"/>
      <w:sz w:val="21"/>
      <w:szCs w:val="21"/>
    </w:rPr>
  </w:style>
  <w:style w:type="paragraph" w:styleId="a7">
    <w:name w:val="footer"/>
    <w:basedOn w:val="a0"/>
    <w:link w:val="a8"/>
    <w:uiPriority w:val="99"/>
    <w:unhideWhenUsed/>
    <w:rsid w:val="00991811"/>
    <w:pPr>
      <w:tabs>
        <w:tab w:val="center" w:pos="4252"/>
        <w:tab w:val="right" w:pos="8504"/>
      </w:tabs>
      <w:snapToGrid w:val="0"/>
    </w:pPr>
  </w:style>
  <w:style w:type="character" w:customStyle="1" w:styleId="a8">
    <w:name w:val="フッター (文字)"/>
    <w:basedOn w:val="a2"/>
    <w:link w:val="a7"/>
    <w:uiPriority w:val="99"/>
    <w:rsid w:val="00991811"/>
    <w:rPr>
      <w:rFonts w:asciiTheme="minorHAnsi" w:eastAsiaTheme="minorEastAsia" w:hAnsiTheme="minorHAnsi" w:cstheme="minorBidi"/>
      <w:kern w:val="2"/>
      <w:sz w:val="21"/>
      <w:szCs w:val="21"/>
    </w:rPr>
  </w:style>
  <w:style w:type="paragraph" w:styleId="a9">
    <w:name w:val="Balloon Text"/>
    <w:basedOn w:val="a0"/>
    <w:link w:val="aa"/>
    <w:uiPriority w:val="99"/>
    <w:semiHidden/>
    <w:unhideWhenUsed/>
    <w:rsid w:val="00991811"/>
    <w:rPr>
      <w:rFonts w:asciiTheme="majorHAnsi" w:eastAsiaTheme="majorEastAsia" w:hAnsiTheme="majorHAnsi" w:cstheme="majorBidi"/>
      <w:sz w:val="18"/>
      <w:szCs w:val="18"/>
    </w:rPr>
  </w:style>
  <w:style w:type="character" w:customStyle="1" w:styleId="aa">
    <w:name w:val="吹き出し (文字)"/>
    <w:basedOn w:val="a2"/>
    <w:link w:val="a9"/>
    <w:uiPriority w:val="99"/>
    <w:semiHidden/>
    <w:rsid w:val="00991811"/>
    <w:rPr>
      <w:rFonts w:asciiTheme="majorHAnsi" w:eastAsiaTheme="majorEastAsia" w:hAnsiTheme="majorHAnsi" w:cstheme="majorBidi"/>
      <w:kern w:val="2"/>
      <w:sz w:val="18"/>
      <w:szCs w:val="18"/>
    </w:rPr>
  </w:style>
  <w:style w:type="character" w:styleId="ab">
    <w:name w:val="Emphasis"/>
    <w:uiPriority w:val="20"/>
    <w:qFormat/>
    <w:rsid w:val="008C5362"/>
    <w:rPr>
      <w:b/>
      <w:bCs/>
      <w:i w:val="0"/>
      <w:iCs w:val="0"/>
    </w:rPr>
  </w:style>
  <w:style w:type="character" w:styleId="ac">
    <w:name w:val="Hyperlink"/>
    <w:uiPriority w:val="99"/>
    <w:unhideWhenUsed/>
    <w:rsid w:val="008106A5"/>
    <w:rPr>
      <w:color w:val="0000FF"/>
      <w:u w:val="single"/>
    </w:rPr>
  </w:style>
  <w:style w:type="character" w:customStyle="1" w:styleId="10">
    <w:name w:val="見出し 1 (文字)"/>
    <w:basedOn w:val="a2"/>
    <w:link w:val="1"/>
    <w:uiPriority w:val="9"/>
    <w:rsid w:val="00991811"/>
    <w:rPr>
      <w:rFonts w:asciiTheme="majorHAnsi" w:eastAsiaTheme="majorEastAsia" w:hAnsiTheme="majorHAnsi" w:cstheme="majorBidi"/>
      <w:kern w:val="2"/>
      <w:sz w:val="21"/>
      <w:szCs w:val="24"/>
    </w:rPr>
  </w:style>
  <w:style w:type="character" w:customStyle="1" w:styleId="21">
    <w:name w:val="見出し 2 (文字)"/>
    <w:basedOn w:val="a2"/>
    <w:link w:val="2"/>
    <w:uiPriority w:val="9"/>
    <w:rsid w:val="00991811"/>
    <w:rPr>
      <w:rFonts w:asciiTheme="majorHAnsi" w:eastAsiaTheme="majorEastAsia" w:hAnsiTheme="majorHAnsi" w:cstheme="majorBidi"/>
      <w:kern w:val="2"/>
      <w:sz w:val="21"/>
      <w:szCs w:val="21"/>
    </w:rPr>
  </w:style>
  <w:style w:type="character" w:customStyle="1" w:styleId="31">
    <w:name w:val="見出し 3 (文字)"/>
    <w:basedOn w:val="a2"/>
    <w:link w:val="3"/>
    <w:uiPriority w:val="9"/>
    <w:rsid w:val="00991811"/>
    <w:rPr>
      <w:rFonts w:asciiTheme="majorHAnsi" w:eastAsiaTheme="majorEastAsia" w:hAnsiTheme="majorHAnsi" w:cstheme="majorBidi"/>
      <w:kern w:val="2"/>
      <w:sz w:val="21"/>
      <w:szCs w:val="21"/>
    </w:rPr>
  </w:style>
  <w:style w:type="character" w:customStyle="1" w:styleId="41">
    <w:name w:val="見出し 4 (文字)"/>
    <w:basedOn w:val="a2"/>
    <w:link w:val="4"/>
    <w:uiPriority w:val="9"/>
    <w:rsid w:val="00991811"/>
    <w:rPr>
      <w:rFonts w:asciiTheme="majorHAnsi" w:eastAsiaTheme="majorEastAsia" w:hAnsiTheme="majorHAnsi" w:cstheme="majorBidi"/>
      <w:bCs/>
      <w:kern w:val="2"/>
      <w:sz w:val="21"/>
      <w:szCs w:val="21"/>
    </w:rPr>
  </w:style>
  <w:style w:type="character" w:customStyle="1" w:styleId="51">
    <w:name w:val="見出し 5 (文字)"/>
    <w:basedOn w:val="a2"/>
    <w:link w:val="5"/>
    <w:uiPriority w:val="9"/>
    <w:rsid w:val="00991811"/>
    <w:rPr>
      <w:rFonts w:asciiTheme="majorHAnsi" w:eastAsiaTheme="majorEastAsia" w:hAnsiTheme="majorHAnsi" w:cstheme="majorBidi"/>
      <w:bCs/>
      <w:kern w:val="2"/>
      <w:sz w:val="21"/>
      <w:szCs w:val="21"/>
    </w:rPr>
  </w:style>
  <w:style w:type="character" w:customStyle="1" w:styleId="61">
    <w:name w:val="見出し 6 (文字)"/>
    <w:basedOn w:val="a2"/>
    <w:link w:val="6"/>
    <w:uiPriority w:val="9"/>
    <w:rsid w:val="00991811"/>
    <w:rPr>
      <w:rFonts w:asciiTheme="majorHAnsi" w:eastAsiaTheme="majorEastAsia" w:hAnsiTheme="majorHAnsi" w:cstheme="majorBidi"/>
      <w:kern w:val="2"/>
      <w:sz w:val="21"/>
      <w:szCs w:val="21"/>
    </w:rPr>
  </w:style>
  <w:style w:type="paragraph" w:styleId="ad">
    <w:name w:val="Revision"/>
    <w:hidden/>
    <w:uiPriority w:val="99"/>
    <w:semiHidden/>
    <w:rsid w:val="00991811"/>
    <w:rPr>
      <w:rFonts w:ascii="ＭＳ 明朝" w:hAnsi="ＭＳ 明朝" w:cstheme="minorBidi"/>
      <w:kern w:val="2"/>
      <w:sz w:val="24"/>
      <w:szCs w:val="21"/>
    </w:rPr>
  </w:style>
  <w:style w:type="table" w:styleId="ae">
    <w:name w:val="Table Grid"/>
    <w:aliases w:val="表 (会議録)"/>
    <w:basedOn w:val="a3"/>
    <w:uiPriority w:val="39"/>
    <w:rsid w:val="00991811"/>
    <w:rPr>
      <w:rFonts w:asciiTheme="minorHAnsi" w:eastAsiaTheme="minorEastAsia" w:hAnsiTheme="minorHAnsi" w:cstheme="minorBidi"/>
      <w:kern w:val="2"/>
      <w:sz w:val="21"/>
      <w:szCs w:val="21"/>
    </w:rPr>
    <w:tblPr>
      <w:tblBorders>
        <w:bottom w:val="single" w:sz="4" w:space="0" w:color="auto"/>
        <w:insideH w:val="single" w:sz="4" w:space="0" w:color="auto"/>
        <w:insideV w:val="single" w:sz="4" w:space="0" w:color="auto"/>
      </w:tblBorders>
    </w:tblPr>
  </w:style>
  <w:style w:type="paragraph" w:styleId="af">
    <w:name w:val="Note Heading"/>
    <w:basedOn w:val="a0"/>
    <w:next w:val="a0"/>
    <w:link w:val="af0"/>
    <w:uiPriority w:val="99"/>
    <w:rsid w:val="00991811"/>
    <w:pPr>
      <w:jc w:val="center"/>
    </w:pPr>
  </w:style>
  <w:style w:type="character" w:customStyle="1" w:styleId="af0">
    <w:name w:val="記 (文字)"/>
    <w:basedOn w:val="a2"/>
    <w:link w:val="af"/>
    <w:uiPriority w:val="99"/>
    <w:rsid w:val="00991811"/>
    <w:rPr>
      <w:rFonts w:asciiTheme="minorHAnsi" w:eastAsiaTheme="minorEastAsia" w:hAnsiTheme="minorHAnsi" w:cstheme="minorBidi"/>
      <w:kern w:val="2"/>
      <w:sz w:val="21"/>
      <w:szCs w:val="21"/>
    </w:rPr>
  </w:style>
  <w:style w:type="paragraph" w:styleId="af1">
    <w:name w:val="Closing"/>
    <w:basedOn w:val="a0"/>
    <w:link w:val="af2"/>
    <w:uiPriority w:val="99"/>
    <w:unhideWhenUsed/>
    <w:rsid w:val="00991811"/>
    <w:pPr>
      <w:jc w:val="right"/>
    </w:pPr>
  </w:style>
  <w:style w:type="character" w:customStyle="1" w:styleId="af2">
    <w:name w:val="結語 (文字)"/>
    <w:basedOn w:val="a2"/>
    <w:link w:val="af1"/>
    <w:uiPriority w:val="99"/>
    <w:rsid w:val="00991811"/>
    <w:rPr>
      <w:rFonts w:asciiTheme="minorHAnsi" w:eastAsiaTheme="minorEastAsia" w:hAnsiTheme="minorHAnsi" w:cstheme="minorBidi"/>
      <w:kern w:val="2"/>
      <w:sz w:val="21"/>
      <w:szCs w:val="21"/>
    </w:rPr>
  </w:style>
  <w:style w:type="paragraph" w:styleId="af3">
    <w:name w:val="Subtitle"/>
    <w:basedOn w:val="a0"/>
    <w:next w:val="a0"/>
    <w:link w:val="af4"/>
    <w:uiPriority w:val="11"/>
    <w:qFormat/>
    <w:rsid w:val="00991811"/>
    <w:pPr>
      <w:jc w:val="center"/>
      <w:outlineLvl w:val="1"/>
    </w:pPr>
    <w:rPr>
      <w:sz w:val="24"/>
      <w:szCs w:val="24"/>
    </w:rPr>
  </w:style>
  <w:style w:type="character" w:customStyle="1" w:styleId="af4">
    <w:name w:val="副題 (文字)"/>
    <w:basedOn w:val="a2"/>
    <w:link w:val="af3"/>
    <w:uiPriority w:val="11"/>
    <w:rsid w:val="00991811"/>
    <w:rPr>
      <w:rFonts w:asciiTheme="minorHAnsi" w:eastAsiaTheme="minorEastAsia" w:hAnsiTheme="minorHAnsi" w:cstheme="minorBidi"/>
      <w:kern w:val="2"/>
      <w:sz w:val="24"/>
      <w:szCs w:val="24"/>
    </w:rPr>
  </w:style>
  <w:style w:type="paragraph" w:customStyle="1" w:styleId="af5">
    <w:name w:val="印座"/>
    <w:basedOn w:val="a0"/>
    <w:qFormat/>
    <w:rsid w:val="00991811"/>
    <w:pPr>
      <w:jc w:val="distribute"/>
    </w:pPr>
  </w:style>
  <w:style w:type="paragraph" w:styleId="af6">
    <w:name w:val="Title"/>
    <w:basedOn w:val="af7"/>
    <w:next w:val="af8"/>
    <w:link w:val="af9"/>
    <w:uiPriority w:val="10"/>
    <w:qFormat/>
    <w:rsid w:val="00991811"/>
    <w:pPr>
      <w:jc w:val="center"/>
      <w:outlineLvl w:val="0"/>
    </w:pPr>
    <w:rPr>
      <w:rFonts w:asciiTheme="majorHAnsi" w:eastAsiaTheme="majorEastAsia" w:hAnsiTheme="majorHAnsi" w:cstheme="majorBidi"/>
      <w:szCs w:val="32"/>
    </w:rPr>
  </w:style>
  <w:style w:type="character" w:customStyle="1" w:styleId="af9">
    <w:name w:val="表題 (文字)"/>
    <w:basedOn w:val="a2"/>
    <w:link w:val="af6"/>
    <w:uiPriority w:val="10"/>
    <w:rsid w:val="00991811"/>
    <w:rPr>
      <w:rFonts w:asciiTheme="majorHAnsi" w:eastAsiaTheme="majorEastAsia" w:hAnsiTheme="majorHAnsi" w:cstheme="majorBidi"/>
      <w:kern w:val="2"/>
      <w:sz w:val="21"/>
      <w:szCs w:val="32"/>
    </w:rPr>
  </w:style>
  <w:style w:type="numbering" w:customStyle="1" w:styleId="a">
    <w:name w:val="行政文書"/>
    <w:uiPriority w:val="99"/>
    <w:rsid w:val="00991811"/>
    <w:pPr>
      <w:numPr>
        <w:numId w:val="2"/>
      </w:numPr>
    </w:pPr>
  </w:style>
  <w:style w:type="paragraph" w:customStyle="1" w:styleId="30">
    <w:name w:val="本文字下げ 3"/>
    <w:basedOn w:val="20"/>
    <w:qFormat/>
    <w:rsid w:val="00991811"/>
    <w:pPr>
      <w:ind w:leftChars="300" w:left="630"/>
    </w:pPr>
  </w:style>
  <w:style w:type="paragraph" w:styleId="af7">
    <w:name w:val="Body Text"/>
    <w:basedOn w:val="a0"/>
    <w:link w:val="afa"/>
    <w:uiPriority w:val="99"/>
    <w:rsid w:val="00991811"/>
    <w:pPr>
      <w:autoSpaceDE w:val="0"/>
      <w:autoSpaceDN w:val="0"/>
    </w:pPr>
  </w:style>
  <w:style w:type="character" w:customStyle="1" w:styleId="afa">
    <w:name w:val="本文 (文字)"/>
    <w:basedOn w:val="a2"/>
    <w:link w:val="af7"/>
    <w:uiPriority w:val="99"/>
    <w:rsid w:val="00991811"/>
    <w:rPr>
      <w:rFonts w:asciiTheme="minorHAnsi" w:eastAsiaTheme="minorEastAsia" w:hAnsiTheme="minorHAnsi" w:cstheme="minorBidi"/>
      <w:kern w:val="2"/>
      <w:sz w:val="21"/>
      <w:szCs w:val="21"/>
    </w:rPr>
  </w:style>
  <w:style w:type="paragraph" w:styleId="a1">
    <w:name w:val="Body Text First Indent"/>
    <w:basedOn w:val="af7"/>
    <w:link w:val="afb"/>
    <w:uiPriority w:val="99"/>
    <w:rsid w:val="00991811"/>
    <w:pPr>
      <w:ind w:leftChars="100" w:left="210" w:firstLineChars="100" w:firstLine="210"/>
    </w:pPr>
  </w:style>
  <w:style w:type="character" w:customStyle="1" w:styleId="afb">
    <w:name w:val="本文字下げ (文字)"/>
    <w:basedOn w:val="afa"/>
    <w:link w:val="a1"/>
    <w:uiPriority w:val="99"/>
    <w:rsid w:val="00991811"/>
    <w:rPr>
      <w:rFonts w:asciiTheme="minorHAnsi" w:eastAsiaTheme="minorEastAsia" w:hAnsiTheme="minorHAnsi" w:cstheme="minorBidi"/>
      <w:kern w:val="2"/>
      <w:sz w:val="21"/>
      <w:szCs w:val="21"/>
    </w:rPr>
  </w:style>
  <w:style w:type="paragraph" w:styleId="afc">
    <w:name w:val="Body Text Indent"/>
    <w:basedOn w:val="a0"/>
    <w:link w:val="afd"/>
    <w:uiPriority w:val="99"/>
    <w:semiHidden/>
    <w:unhideWhenUsed/>
    <w:rsid w:val="00991811"/>
    <w:pPr>
      <w:ind w:leftChars="400" w:left="851"/>
    </w:pPr>
  </w:style>
  <w:style w:type="character" w:customStyle="1" w:styleId="afd">
    <w:name w:val="本文インデント (文字)"/>
    <w:basedOn w:val="a2"/>
    <w:link w:val="afc"/>
    <w:uiPriority w:val="99"/>
    <w:semiHidden/>
    <w:rsid w:val="00991811"/>
    <w:rPr>
      <w:rFonts w:asciiTheme="minorHAnsi" w:eastAsiaTheme="minorEastAsia" w:hAnsiTheme="minorHAnsi" w:cstheme="minorBidi"/>
      <w:kern w:val="2"/>
      <w:sz w:val="21"/>
      <w:szCs w:val="21"/>
    </w:rPr>
  </w:style>
  <w:style w:type="paragraph" w:styleId="20">
    <w:name w:val="Body Text First Indent 2"/>
    <w:basedOn w:val="a1"/>
    <w:link w:val="22"/>
    <w:uiPriority w:val="99"/>
    <w:rsid w:val="00991811"/>
    <w:pPr>
      <w:ind w:leftChars="200" w:left="420"/>
    </w:pPr>
  </w:style>
  <w:style w:type="character" w:customStyle="1" w:styleId="22">
    <w:name w:val="本文字下げ 2 (文字)"/>
    <w:basedOn w:val="afd"/>
    <w:link w:val="20"/>
    <w:uiPriority w:val="99"/>
    <w:rsid w:val="00991811"/>
    <w:rPr>
      <w:rFonts w:asciiTheme="minorHAnsi" w:eastAsiaTheme="minorEastAsia" w:hAnsiTheme="minorHAnsi" w:cstheme="minorBidi"/>
      <w:kern w:val="2"/>
      <w:sz w:val="21"/>
      <w:szCs w:val="21"/>
    </w:rPr>
  </w:style>
  <w:style w:type="paragraph" w:customStyle="1" w:styleId="40">
    <w:name w:val="本文字下げ 4"/>
    <w:basedOn w:val="30"/>
    <w:qFormat/>
    <w:rsid w:val="00991811"/>
    <w:pPr>
      <w:ind w:leftChars="400" w:left="840"/>
    </w:pPr>
  </w:style>
  <w:style w:type="paragraph" w:customStyle="1" w:styleId="50">
    <w:name w:val="本文字下げ 5"/>
    <w:basedOn w:val="40"/>
    <w:qFormat/>
    <w:rsid w:val="00991811"/>
    <w:pPr>
      <w:ind w:leftChars="500" w:left="1050"/>
    </w:pPr>
  </w:style>
  <w:style w:type="paragraph" w:customStyle="1" w:styleId="60">
    <w:name w:val="本文字下げ 6"/>
    <w:basedOn w:val="50"/>
    <w:qFormat/>
    <w:rsid w:val="00991811"/>
    <w:pPr>
      <w:ind w:leftChars="600" w:left="1260"/>
    </w:pPr>
  </w:style>
  <w:style w:type="paragraph" w:styleId="afe">
    <w:name w:val="Date"/>
    <w:basedOn w:val="a0"/>
    <w:next w:val="a0"/>
    <w:link w:val="aff"/>
    <w:uiPriority w:val="99"/>
    <w:semiHidden/>
    <w:unhideWhenUsed/>
    <w:rsid w:val="00991811"/>
  </w:style>
  <w:style w:type="character" w:customStyle="1" w:styleId="aff">
    <w:name w:val="日付 (文字)"/>
    <w:basedOn w:val="a2"/>
    <w:link w:val="afe"/>
    <w:uiPriority w:val="99"/>
    <w:semiHidden/>
    <w:rsid w:val="00991811"/>
    <w:rPr>
      <w:rFonts w:asciiTheme="minorHAnsi" w:eastAsiaTheme="minorEastAsia" w:hAnsiTheme="minorHAnsi" w:cstheme="minorBidi"/>
      <w:kern w:val="2"/>
      <w:sz w:val="21"/>
      <w:szCs w:val="21"/>
    </w:rPr>
  </w:style>
  <w:style w:type="paragraph" w:customStyle="1" w:styleId="aff0">
    <w:name w:val="文書番号"/>
    <w:basedOn w:val="af7"/>
    <w:qFormat/>
    <w:rsid w:val="00991811"/>
    <w:pPr>
      <w:ind w:rightChars="100" w:right="210"/>
      <w:jc w:val="right"/>
    </w:pPr>
  </w:style>
  <w:style w:type="paragraph" w:customStyle="1" w:styleId="aff1">
    <w:name w:val="あて先名"/>
    <w:basedOn w:val="af7"/>
    <w:qFormat/>
    <w:rsid w:val="00991811"/>
    <w:pPr>
      <w:ind w:leftChars="200" w:left="630" w:hangingChars="100" w:hanging="210"/>
      <w:jc w:val="left"/>
    </w:pPr>
  </w:style>
  <w:style w:type="paragraph" w:customStyle="1" w:styleId="aff2">
    <w:name w:val="発信者名"/>
    <w:basedOn w:val="af7"/>
    <w:qFormat/>
    <w:rsid w:val="00991811"/>
    <w:pPr>
      <w:ind w:left="210" w:rightChars="600" w:right="1260" w:hanging="210"/>
      <w:jc w:val="right"/>
    </w:pPr>
  </w:style>
  <w:style w:type="paragraph" w:customStyle="1" w:styleId="af8">
    <w:name w:val="本文字下げ（メイン）"/>
    <w:basedOn w:val="a1"/>
    <w:qFormat/>
    <w:rsid w:val="00991811"/>
    <w:pPr>
      <w:ind w:leftChars="0" w:left="0"/>
    </w:pPr>
  </w:style>
  <w:style w:type="paragraph" w:customStyle="1" w:styleId="aff3">
    <w:name w:val="連絡先"/>
    <w:basedOn w:val="af7"/>
    <w:qFormat/>
    <w:rsid w:val="00991811"/>
    <w:pPr>
      <w:ind w:rightChars="100" w:right="100"/>
      <w:jc w:val="right"/>
    </w:pPr>
  </w:style>
  <w:style w:type="paragraph" w:customStyle="1" w:styleId="aff4">
    <w:name w:val="本文(中央揃え)"/>
    <w:basedOn w:val="af7"/>
    <w:qFormat/>
    <w:rsid w:val="00991811"/>
    <w:pPr>
      <w:jc w:val="center"/>
    </w:pPr>
  </w:style>
  <w:style w:type="paragraph" w:customStyle="1" w:styleId="23">
    <w:name w:val="本文(ぶら下げ2)"/>
    <w:basedOn w:val="af7"/>
    <w:qFormat/>
    <w:rsid w:val="00991811"/>
    <w:pPr>
      <w:ind w:left="420" w:hangingChars="200" w:hanging="420"/>
    </w:pPr>
  </w:style>
  <w:style w:type="paragraph" w:customStyle="1" w:styleId="11">
    <w:name w:val="本文(ぶら下げ1)"/>
    <w:basedOn w:val="23"/>
    <w:qFormat/>
    <w:rsid w:val="00991811"/>
    <w:pPr>
      <w:ind w:left="210" w:hangingChars="100" w:hanging="210"/>
    </w:pPr>
  </w:style>
  <w:style w:type="numbering" w:customStyle="1" w:styleId="110">
    <w:name w:val="見出し1(10以上)"/>
    <w:uiPriority w:val="99"/>
    <w:rsid w:val="00991811"/>
    <w:pPr>
      <w:numPr>
        <w:numId w:val="11"/>
      </w:numPr>
    </w:pPr>
  </w:style>
  <w:style w:type="character" w:customStyle="1" w:styleId="12">
    <w:name w:val="未解決のメンション1"/>
    <w:basedOn w:val="a2"/>
    <w:uiPriority w:val="99"/>
    <w:semiHidden/>
    <w:unhideWhenUsed/>
    <w:rsid w:val="00251B8C"/>
    <w:rPr>
      <w:color w:val="605E5C"/>
      <w:shd w:val="clear" w:color="auto" w:fill="E1DFDD"/>
    </w:rPr>
  </w:style>
  <w:style w:type="paragraph" w:customStyle="1" w:styleId="Default">
    <w:name w:val="Default"/>
    <w:rsid w:val="00991811"/>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customStyle="1" w:styleId="13">
    <w:name w:val="本文(ぶら下げ1インデント3字)"/>
    <w:basedOn w:val="11"/>
    <w:qFormat/>
    <w:rsid w:val="00102629"/>
    <w:pPr>
      <w:ind w:leftChars="3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60978800\OneDrive%20-%20&#24859;&#30693;&#30476;&#32207;&#21512;&#25945;&#32946;&#12475;&#12531;&#12479;&#12540;\ICT\&#25991;&#26360;&#12398;ICT&#25512;&#36914;\&#34892;&#25919;&#25991;&#26360;&#12486;&#12531;&#12503;&#12524;&#12540;&#12488;&#25913;.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D明朝">
      <a:majorFont>
        <a:latin typeface="BIZ UD明朝 Medium"/>
        <a:ea typeface="BIZ UD明朝 Medium"/>
        <a:cs typeface=""/>
      </a:majorFont>
      <a:minorFont>
        <a:latin typeface="BIZ UD明朝 Medium"/>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00BA77DA25A1A438343C8CB97AA27D4" ma:contentTypeVersion="9" ma:contentTypeDescription="新しいドキュメントを作成します。" ma:contentTypeScope="" ma:versionID="394f5c48601a1e1f4308143b3ead5f60">
  <xsd:schema xmlns:xsd="http://www.w3.org/2001/XMLSchema" xmlns:xs="http://www.w3.org/2001/XMLSchema" xmlns:p="http://schemas.microsoft.com/office/2006/metadata/properties" xmlns:ns2="c5c0e4aa-98b0-495a-8ff3-c9eb596233ed" xmlns:ns3="db0d5c60-b233-4393-99c5-d953cba3dd68" targetNamespace="http://schemas.microsoft.com/office/2006/metadata/properties" ma:root="true" ma:fieldsID="5d5ff5b31008e4b6c3fe58749ab0b88f" ns2:_="" ns3:_="">
    <xsd:import namespace="c5c0e4aa-98b0-495a-8ff3-c9eb596233ed"/>
    <xsd:import namespace="db0d5c60-b233-4393-99c5-d953cba3dd6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0e4aa-98b0-495a-8ff3-c9eb596233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0d5c60-b233-4393-99c5-d953cba3dd6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caf1b60-54c4-4ffd-a837-2120cddc5be9}" ma:internalName="TaxCatchAll" ma:showField="CatchAllData" ma:web="db0d5c60-b233-4393-99c5-d953cba3dd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b0d5c60-b233-4393-99c5-d953cba3dd68" xsi:nil="true"/>
    <lcf76f155ced4ddcb4097134ff3c332f xmlns="c5c0e4aa-98b0-495a-8ff3-c9eb596233e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44D1EF-56A1-4AE8-ADD5-9A456BA83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c0e4aa-98b0-495a-8ff3-c9eb596233ed"/>
    <ds:schemaRef ds:uri="db0d5c60-b233-4393-99c5-d953cba3d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0DE9A8-4CED-4A0C-BE84-C435C0623F76}">
  <ds:schemaRefs>
    <ds:schemaRef ds:uri="http://schemas.microsoft.com/office/2006/metadata/properties"/>
    <ds:schemaRef ds:uri="http://schemas.microsoft.com/office/infopath/2007/PartnerControls"/>
    <ds:schemaRef ds:uri="db0d5c60-b233-4393-99c5-d953cba3dd68"/>
    <ds:schemaRef ds:uri="c5c0e4aa-98b0-495a-8ff3-c9eb596233ed"/>
  </ds:schemaRefs>
</ds:datastoreItem>
</file>

<file path=customXml/itemProps3.xml><?xml version="1.0" encoding="utf-8"?>
<ds:datastoreItem xmlns:ds="http://schemas.openxmlformats.org/officeDocument/2006/customXml" ds:itemID="{EB7917BE-3869-4D9C-9365-40466F175F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行政文書テンプレート改.dotx</Template>
  <TotalTime>19</TotalTime>
  <Pages>4</Pages>
  <Words>1295</Words>
  <Characters>577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平成２６年度　第２８回総会・研究協議会（案）について</vt:lpstr>
      <vt:lpstr>平成２６年度　第２８回総会・研究協議会（案）について</vt:lpstr>
    </vt:vector>
  </TitlesOfParts>
  <Company>兵庫県立姫路工業高等学校</Company>
  <LinksUpToDate>false</LinksUpToDate>
  <CharactersWithSpaces>1869</CharactersWithSpaces>
  <SharedDoc>false</SharedDoc>
  <HLinks>
    <vt:vector size="6" baseType="variant">
      <vt:variant>
        <vt:i4>4718622</vt:i4>
      </vt:variant>
      <vt:variant>
        <vt:i4>0</vt:i4>
      </vt:variant>
      <vt:variant>
        <vt:i4>0</vt:i4>
      </vt:variant>
      <vt:variant>
        <vt:i4>5</vt:i4>
      </vt:variant>
      <vt:variant>
        <vt:lpwstr>mailto:yasuhiro_k_a_w_a_i@yahoo.co.jp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平成２６年度　第２８回総会・研究協議会（案）について</dc:title>
  <dc:creator>naotaka</dc:creator>
  <cp:lastModifiedBy>阿部 正志</cp:lastModifiedBy>
  <cp:revision>4</cp:revision>
  <cp:lastPrinted>2022-08-02T03:31:00Z</cp:lastPrinted>
  <dcterms:created xsi:type="dcterms:W3CDTF">2025-05-09T01:52:00Z</dcterms:created>
  <dcterms:modified xsi:type="dcterms:W3CDTF">2025-05-12T04:26:00Z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0x010100D00BA77DA25A1A438343C8CB97AA27D4</vt:lpwstr>
  </property>
</Properties>
</file>